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3DE" w:rsidRDefault="00E25A16">
      <w:pPr>
        <w:jc w:val="center"/>
        <w:rPr>
          <w:b/>
          <w:bCs/>
          <w:sz w:val="28"/>
        </w:rPr>
      </w:pPr>
      <w:r w:rsidRPr="00E25A16">
        <w:rPr>
          <w:b/>
          <w:bCs/>
          <w:sz w:val="28"/>
        </w:rPr>
        <w:t>Energieanalyse mit Optimierungsvorschlag Gebäudehülle und Haustechnik</w:t>
      </w:r>
      <w:r w:rsidR="005B1A17">
        <w:rPr>
          <w:b/>
          <w:bCs/>
          <w:sz w:val="28"/>
        </w:rPr>
        <w:t xml:space="preserve"> </w:t>
      </w:r>
      <w:r w:rsidR="005B1A17" w:rsidRPr="005B1A17">
        <w:rPr>
          <w:b/>
          <w:bCs/>
          <w:sz w:val="28"/>
        </w:rPr>
        <w:t>(Neu- Umbau, Sanierung)</w:t>
      </w:r>
      <w:bookmarkStart w:id="0" w:name="_GoBack"/>
      <w:bookmarkEnd w:id="0"/>
      <w:r w:rsidR="006603DE">
        <w:rPr>
          <w:rStyle w:val="Funotenzeichen"/>
          <w:b/>
          <w:bCs/>
        </w:rPr>
        <w:footnoteReference w:id="1"/>
      </w:r>
    </w:p>
    <w:p w:rsidR="00327C46" w:rsidRDefault="00A17CD8" w:rsidP="00A17CD8">
      <w:pPr>
        <w:tabs>
          <w:tab w:val="right" w:pos="2880"/>
        </w:tabs>
        <w:rPr>
          <w:sz w:val="20"/>
        </w:rPr>
      </w:pPr>
      <w:r w:rsidRPr="00A17CD8">
        <w:rPr>
          <w:b/>
          <w:bCs/>
          <w:sz w:val="20"/>
          <w:highlight w:val="yellow"/>
        </w:rPr>
        <w:t>Benutzungshinweis</w:t>
      </w:r>
      <w:r w:rsidRPr="00A17CD8">
        <w:rPr>
          <w:sz w:val="20"/>
          <w:highlight w:val="yellow"/>
        </w:rPr>
        <w:t xml:space="preserve">: dieses </w:t>
      </w:r>
      <w:r w:rsidR="00B226D4">
        <w:rPr>
          <w:sz w:val="20"/>
          <w:highlight w:val="yellow"/>
        </w:rPr>
        <w:t>D</w:t>
      </w:r>
      <w:r w:rsidRPr="00A17CD8">
        <w:rPr>
          <w:sz w:val="20"/>
          <w:highlight w:val="yellow"/>
        </w:rPr>
        <w:t xml:space="preserve">okument ist </w:t>
      </w:r>
      <w:r w:rsidRPr="00AF3424">
        <w:rPr>
          <w:b/>
          <w:bCs/>
          <w:sz w:val="20"/>
          <w:highlight w:val="yellow"/>
        </w:rPr>
        <w:t>als „Formular“ bearbeitbar</w:t>
      </w:r>
      <w:r w:rsidRPr="00A17CD8">
        <w:rPr>
          <w:sz w:val="20"/>
          <w:highlight w:val="yellow"/>
        </w:rPr>
        <w:t>. Mit der TAB-Taste (Tabulator) oder der Maus kommen Sie zum jeweils nächsten Textfeld bzw. zum nächsten Kästchen zum Ankreuzen.</w:t>
      </w:r>
      <w:r>
        <w:rPr>
          <w:sz w:val="20"/>
        </w:rPr>
        <w:t xml:space="preserve"> </w:t>
      </w:r>
      <w:r w:rsidR="00F056A8">
        <w:rPr>
          <w:sz w:val="20"/>
        </w:rPr>
        <w:br/>
      </w:r>
      <w:r w:rsidR="00F056A8" w:rsidRPr="00F056A8">
        <w:rPr>
          <w:sz w:val="20"/>
          <w:highlight w:val="yellow"/>
        </w:rPr>
        <w:t>Die Textfelder werden beim Schreiben automatisch länger.</w:t>
      </w:r>
    </w:p>
    <w:p w:rsidR="00B226D4" w:rsidRPr="00B226D4" w:rsidRDefault="00B226D4" w:rsidP="00B226D4">
      <w:pPr>
        <w:spacing w:before="240"/>
        <w:rPr>
          <w:b/>
          <w:bCs/>
          <w:sz w:val="20"/>
        </w:rPr>
      </w:pPr>
      <w:r w:rsidRPr="00B226D4">
        <w:rPr>
          <w:b/>
          <w:sz w:val="20"/>
        </w:rPr>
        <w:t xml:space="preserve">Teil 1 </w:t>
      </w:r>
      <w:r>
        <w:rPr>
          <w:b/>
          <w:sz w:val="20"/>
        </w:rPr>
        <w:t xml:space="preserve"> </w:t>
      </w:r>
      <w:r w:rsidRPr="00B226D4">
        <w:rPr>
          <w:b/>
          <w:sz w:val="20"/>
        </w:rPr>
        <w:t xml:space="preserve">= </w:t>
      </w:r>
      <w:r>
        <w:rPr>
          <w:b/>
          <w:sz w:val="20"/>
        </w:rPr>
        <w:t xml:space="preserve"> </w:t>
      </w:r>
      <w:r w:rsidRPr="008A5764">
        <w:rPr>
          <w:bCs/>
          <w:sz w:val="20"/>
        </w:rPr>
        <w:t>Interne Maßnahmen und NutzerInnenverhalten</w:t>
      </w:r>
      <w:r w:rsidRPr="00B226D4">
        <w:rPr>
          <w:b/>
          <w:bCs/>
          <w:sz w:val="20"/>
        </w:rPr>
        <w:t xml:space="preserve"> (</w:t>
      </w:r>
      <w:r w:rsidR="00D92856">
        <w:rPr>
          <w:b/>
          <w:bCs/>
          <w:sz w:val="20"/>
        </w:rPr>
        <w:t xml:space="preserve">mindestens </w:t>
      </w:r>
      <w:r w:rsidRPr="00B226D4">
        <w:rPr>
          <w:b/>
          <w:bCs/>
          <w:sz w:val="20"/>
        </w:rPr>
        <w:t>alle 4 Jahre</w:t>
      </w:r>
      <w:r w:rsidR="00D92856">
        <w:rPr>
          <w:b/>
          <w:bCs/>
          <w:sz w:val="20"/>
        </w:rPr>
        <w:t xml:space="preserve"> – Kriterium E02</w:t>
      </w:r>
      <w:r w:rsidRPr="00B226D4">
        <w:rPr>
          <w:b/>
          <w:bCs/>
          <w:sz w:val="20"/>
        </w:rPr>
        <w:t>)</w:t>
      </w:r>
    </w:p>
    <w:p w:rsidR="00B226D4" w:rsidRPr="00B226D4" w:rsidRDefault="00B226D4" w:rsidP="00B226D4">
      <w:pPr>
        <w:spacing w:before="60"/>
        <w:rPr>
          <w:b/>
          <w:bCs/>
          <w:sz w:val="20"/>
        </w:rPr>
      </w:pPr>
      <w:r w:rsidRPr="00B226D4">
        <w:rPr>
          <w:b/>
          <w:sz w:val="20"/>
        </w:rPr>
        <w:t xml:space="preserve">Teil </w:t>
      </w:r>
      <w:r>
        <w:rPr>
          <w:b/>
          <w:sz w:val="20"/>
        </w:rPr>
        <w:t>2</w:t>
      </w:r>
      <w:r w:rsidRPr="00B226D4">
        <w:rPr>
          <w:b/>
          <w:sz w:val="20"/>
        </w:rPr>
        <w:t xml:space="preserve"> </w:t>
      </w:r>
      <w:r>
        <w:rPr>
          <w:b/>
          <w:sz w:val="20"/>
        </w:rPr>
        <w:t xml:space="preserve"> </w:t>
      </w:r>
      <w:r w:rsidRPr="00B226D4">
        <w:rPr>
          <w:b/>
          <w:sz w:val="20"/>
        </w:rPr>
        <w:t xml:space="preserve">= </w:t>
      </w:r>
      <w:r>
        <w:rPr>
          <w:b/>
          <w:sz w:val="20"/>
        </w:rPr>
        <w:t xml:space="preserve"> </w:t>
      </w:r>
      <w:r w:rsidR="008A5764" w:rsidRPr="008A5764">
        <w:rPr>
          <w:bCs/>
          <w:sz w:val="20"/>
        </w:rPr>
        <w:t>Bauausführung und Nutzungsdaten</w:t>
      </w:r>
      <w:r w:rsidR="008A5764" w:rsidRPr="008A5764">
        <w:rPr>
          <w:b/>
          <w:bCs/>
          <w:sz w:val="20"/>
        </w:rPr>
        <w:t xml:space="preserve"> </w:t>
      </w:r>
      <w:r w:rsidR="008A5764">
        <w:rPr>
          <w:b/>
          <w:bCs/>
          <w:sz w:val="20"/>
        </w:rPr>
        <w:t xml:space="preserve"> </w:t>
      </w:r>
      <w:r w:rsidRPr="00B226D4">
        <w:rPr>
          <w:b/>
          <w:bCs/>
          <w:sz w:val="20"/>
        </w:rPr>
        <w:t xml:space="preserve">(alle </w:t>
      </w:r>
      <w:r>
        <w:rPr>
          <w:b/>
          <w:bCs/>
          <w:sz w:val="20"/>
        </w:rPr>
        <w:t>1</w:t>
      </w:r>
      <w:r w:rsidR="00D92856">
        <w:rPr>
          <w:b/>
          <w:bCs/>
          <w:sz w:val="20"/>
        </w:rPr>
        <w:t>0</w:t>
      </w:r>
      <w:r w:rsidRPr="00B226D4">
        <w:rPr>
          <w:b/>
          <w:bCs/>
          <w:sz w:val="20"/>
        </w:rPr>
        <w:t xml:space="preserve"> Jahre</w:t>
      </w:r>
      <w:r w:rsidR="008A5764">
        <w:rPr>
          <w:b/>
          <w:bCs/>
          <w:sz w:val="20"/>
        </w:rPr>
        <w:t xml:space="preserve"> – </w:t>
      </w:r>
      <w:r w:rsidR="008A5764" w:rsidRPr="008A5764">
        <w:rPr>
          <w:b/>
          <w:bCs/>
          <w:sz w:val="20"/>
          <w:u w:val="single"/>
        </w:rPr>
        <w:t>außer Sanierung oder Neubau</w:t>
      </w:r>
      <w:r w:rsidR="00D92856" w:rsidRPr="00D92856">
        <w:rPr>
          <w:b/>
          <w:bCs/>
          <w:sz w:val="20"/>
        </w:rPr>
        <w:t xml:space="preserve">, </w:t>
      </w:r>
      <w:r w:rsidR="00D92856">
        <w:rPr>
          <w:b/>
          <w:bCs/>
          <w:sz w:val="20"/>
        </w:rPr>
        <w:t>E01</w:t>
      </w:r>
      <w:r w:rsidRPr="00B226D4">
        <w:rPr>
          <w:b/>
          <w:bCs/>
          <w:sz w:val="20"/>
        </w:rPr>
        <w:t>)</w:t>
      </w:r>
      <w:r w:rsidR="00D92856">
        <w:rPr>
          <w:b/>
          <w:bCs/>
          <w:sz w:val="20"/>
        </w:rPr>
        <w:t xml:space="preserve"> </w:t>
      </w:r>
    </w:p>
    <w:p w:rsidR="00A17CD8" w:rsidRDefault="00A17CD8" w:rsidP="00B226D4">
      <w:pPr>
        <w:tabs>
          <w:tab w:val="right" w:pos="2880"/>
        </w:tabs>
        <w:spacing w:before="0"/>
        <w:rPr>
          <w:sz w:val="20"/>
        </w:rPr>
      </w:pPr>
    </w:p>
    <w:p w:rsidR="005B1A17" w:rsidRDefault="005B1A17" w:rsidP="00B226D4">
      <w:pPr>
        <w:tabs>
          <w:tab w:val="right" w:pos="2880"/>
        </w:tabs>
        <w:spacing w:before="0"/>
        <w:rPr>
          <w:sz w:val="20"/>
        </w:rPr>
      </w:pPr>
      <w:r w:rsidRPr="005B1A17">
        <w:rPr>
          <w:sz w:val="20"/>
          <w:highlight w:val="green"/>
        </w:rPr>
        <w:t xml:space="preserve">Bitte informieren Sie </w:t>
      </w:r>
      <w:hyperlink r:id="rId7" w:history="1">
        <w:r w:rsidRPr="005B1A17">
          <w:rPr>
            <w:rStyle w:val="Hyperlink"/>
            <w:sz w:val="20"/>
            <w:highlight w:val="green"/>
          </w:rPr>
          <w:t>umweltzeichen@vki.at</w:t>
        </w:r>
      </w:hyperlink>
      <w:r w:rsidRPr="005B1A17">
        <w:rPr>
          <w:sz w:val="20"/>
          <w:highlight w:val="green"/>
        </w:rPr>
        <w:t xml:space="preserve"> über geplante Neu- oder Umbauten bzw. Sanierungen so früh als möglich</w:t>
      </w:r>
      <w:r w:rsidRPr="005B1A17">
        <w:rPr>
          <w:sz w:val="20"/>
        </w:rPr>
        <w:t xml:space="preserve">. </w:t>
      </w:r>
      <w:r>
        <w:rPr>
          <w:sz w:val="20"/>
        </w:rPr>
        <w:t>Nennen Sie</w:t>
      </w:r>
      <w:r w:rsidRPr="005B1A17">
        <w:rPr>
          <w:sz w:val="20"/>
        </w:rPr>
        <w:t xml:space="preserve"> in kurzer Form Umfang und Zeitablauf der Planungen sowie die dafür zuständigen Kontaktpersonen (u.a. Schule, Schulerhalter und PlanerIn): Damit können aktuelle Informationen übermittelt werden (u.a. zu Energieoptimierung, Bauakustik, Beleuchtung, pädagogisch gut nutzbare Raumkonzepte).</w:t>
      </w:r>
    </w:p>
    <w:p w:rsidR="005B1A17" w:rsidRDefault="005B1A17" w:rsidP="00B226D4">
      <w:pPr>
        <w:tabs>
          <w:tab w:val="right" w:pos="2880"/>
        </w:tabs>
        <w:spacing w:before="0"/>
        <w:rPr>
          <w:sz w:val="20"/>
        </w:rPr>
      </w:pPr>
    </w:p>
    <w:p w:rsidR="00B87CB2" w:rsidRDefault="00327C46" w:rsidP="00327C46">
      <w:pPr>
        <w:tabs>
          <w:tab w:val="right" w:pos="3060"/>
        </w:tabs>
        <w:rPr>
          <w:szCs w:val="24"/>
          <w:u w:val="dotted"/>
          <w:lang w:val="de-AT"/>
        </w:rPr>
      </w:pPr>
      <w:r w:rsidRPr="006603DE">
        <w:rPr>
          <w:b/>
          <w:bCs/>
          <w:szCs w:val="24"/>
        </w:rPr>
        <w:t>Bildungseinrichtung</w:t>
      </w:r>
      <w:r w:rsidRPr="00327C46">
        <w:rPr>
          <w:szCs w:val="24"/>
        </w:rPr>
        <w:t xml:space="preserve">: </w:t>
      </w:r>
      <w:r w:rsidRPr="00327C46">
        <w:rPr>
          <w:szCs w:val="24"/>
        </w:rPr>
        <w:tab/>
      </w:r>
      <w:r w:rsidRPr="00327C46">
        <w:rPr>
          <w:szCs w:val="24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27C46">
        <w:rPr>
          <w:szCs w:val="24"/>
          <w:u w:val="dotted"/>
          <w:lang w:val="de-AT"/>
        </w:rPr>
        <w:instrText xml:space="preserve"> FORMTEXT </w:instrText>
      </w:r>
      <w:r w:rsidRPr="00327C46">
        <w:rPr>
          <w:szCs w:val="24"/>
          <w:u w:val="dotted"/>
          <w:lang w:val="de-AT"/>
        </w:rPr>
      </w:r>
      <w:r w:rsidRPr="00327C46">
        <w:rPr>
          <w:szCs w:val="24"/>
          <w:u w:val="dotted"/>
          <w:lang w:val="de-AT"/>
        </w:rPr>
        <w:fldChar w:fldCharType="separate"/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szCs w:val="24"/>
          <w:u w:val="dotted"/>
          <w:lang w:val="de-AT"/>
        </w:rPr>
        <w:fldChar w:fldCharType="end"/>
      </w:r>
      <w:r w:rsidR="00744984">
        <w:rPr>
          <w:szCs w:val="24"/>
          <w:u w:val="dotted"/>
          <w:lang w:val="de-AT"/>
        </w:rPr>
        <w:t xml:space="preserve"> </w:t>
      </w:r>
    </w:p>
    <w:p w:rsidR="00327C46" w:rsidRPr="00327C46" w:rsidRDefault="00D92856" w:rsidP="00B87CB2">
      <w:pPr>
        <w:tabs>
          <w:tab w:val="right" w:pos="3060"/>
        </w:tabs>
        <w:spacing w:before="60"/>
        <w:rPr>
          <w:szCs w:val="24"/>
        </w:rPr>
      </w:pPr>
      <w:r>
        <w:rPr>
          <w:b/>
          <w:bCs/>
          <w:szCs w:val="24"/>
        </w:rPr>
        <w:t>Verantwortlicher für die Erhebung</w:t>
      </w:r>
      <w:r w:rsidRPr="00D92856">
        <w:rPr>
          <w:bCs/>
          <w:szCs w:val="24"/>
        </w:rPr>
        <w:t>:</w:t>
      </w:r>
      <w:r w:rsidRPr="00327C46">
        <w:rPr>
          <w:szCs w:val="24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27C46">
        <w:rPr>
          <w:szCs w:val="24"/>
          <w:u w:val="dotted"/>
          <w:lang w:val="de-AT"/>
        </w:rPr>
        <w:instrText xml:space="preserve"> FORMTEXT </w:instrText>
      </w:r>
      <w:r w:rsidRPr="00327C46">
        <w:rPr>
          <w:szCs w:val="24"/>
          <w:u w:val="dotted"/>
          <w:lang w:val="de-AT"/>
        </w:rPr>
      </w:r>
      <w:r w:rsidRPr="00327C46">
        <w:rPr>
          <w:szCs w:val="24"/>
          <w:u w:val="dotted"/>
          <w:lang w:val="de-AT"/>
        </w:rPr>
        <w:fldChar w:fldCharType="separate"/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noProof/>
          <w:szCs w:val="24"/>
          <w:u w:val="dotted"/>
          <w:lang w:val="de-AT"/>
        </w:rPr>
        <w:t> </w:t>
      </w:r>
      <w:r w:rsidRPr="00327C46">
        <w:rPr>
          <w:szCs w:val="24"/>
          <w:u w:val="dotted"/>
          <w:lang w:val="de-AT"/>
        </w:rPr>
        <w:fldChar w:fldCharType="end"/>
      </w:r>
    </w:p>
    <w:p w:rsidR="00825DDB" w:rsidRDefault="00825DDB" w:rsidP="00B87CB2">
      <w:pPr>
        <w:tabs>
          <w:tab w:val="right" w:pos="3969"/>
        </w:tabs>
        <w:spacing w:before="60"/>
        <w:rPr>
          <w:sz w:val="20"/>
        </w:rPr>
      </w:pPr>
    </w:p>
    <w:p w:rsidR="00327C46" w:rsidRDefault="008A5764" w:rsidP="00327C46">
      <w:pPr>
        <w:jc w:val="center"/>
        <w:rPr>
          <w:b/>
          <w:bCs/>
          <w:sz w:val="28"/>
        </w:rPr>
      </w:pPr>
      <w:r>
        <w:rPr>
          <w:b/>
          <w:bCs/>
          <w:sz w:val="28"/>
          <w:highlight w:val="yellow"/>
        </w:rPr>
        <w:t xml:space="preserve">Teil 1  </w:t>
      </w:r>
      <w:r w:rsidR="00327C46" w:rsidRPr="00B95FAC">
        <w:rPr>
          <w:b/>
          <w:bCs/>
          <w:sz w:val="28"/>
          <w:highlight w:val="yellow"/>
        </w:rPr>
        <w:t>Interne Maßnahmen und NutzerInnenverhalten</w:t>
      </w:r>
      <w:r w:rsidR="00327C46">
        <w:rPr>
          <w:b/>
          <w:bCs/>
          <w:sz w:val="28"/>
        </w:rPr>
        <w:t xml:space="preserve"> </w:t>
      </w:r>
    </w:p>
    <w:p w:rsidR="00327C46" w:rsidRPr="00327C46" w:rsidRDefault="00327C46" w:rsidP="00292E3B">
      <w:pPr>
        <w:tabs>
          <w:tab w:val="right" w:pos="3060"/>
        </w:tabs>
        <w:rPr>
          <w:szCs w:val="24"/>
        </w:rPr>
      </w:pPr>
      <w:r w:rsidRPr="00327C46">
        <w:rPr>
          <w:b/>
          <w:bCs/>
          <w:szCs w:val="24"/>
        </w:rPr>
        <w:t>Schulungsmaßnahmen</w:t>
      </w:r>
      <w:r>
        <w:rPr>
          <w:szCs w:val="24"/>
        </w:rPr>
        <w:t xml:space="preserve"> siehe Kriterium </w:t>
      </w:r>
      <w:r w:rsidRPr="00327C46">
        <w:rPr>
          <w:b/>
          <w:bCs/>
          <w:szCs w:val="24"/>
        </w:rPr>
        <w:t>P0</w:t>
      </w:r>
      <w:r w:rsidR="00485B51">
        <w:rPr>
          <w:b/>
          <w:bCs/>
          <w:szCs w:val="24"/>
        </w:rPr>
        <w:t>4</w:t>
      </w:r>
      <w:r>
        <w:rPr>
          <w:szCs w:val="24"/>
        </w:rPr>
        <w:t xml:space="preserve"> bzw. Tabelle </w:t>
      </w:r>
      <w:r w:rsidR="00485B51">
        <w:rPr>
          <w:szCs w:val="24"/>
        </w:rPr>
        <w:br/>
      </w:r>
      <w:r w:rsidR="00485B51" w:rsidRPr="00485B51">
        <w:rPr>
          <w:szCs w:val="24"/>
          <w:u w:val="single"/>
        </w:rPr>
        <w:t>P04_&amp;_P05_&amp;_C06_Fortbildung_Uz301_2014.docx</w:t>
      </w:r>
      <w:r w:rsidR="00485B51" w:rsidRPr="00485B51">
        <w:rPr>
          <w:szCs w:val="24"/>
        </w:rPr>
        <w:t xml:space="preserve"> </w:t>
      </w:r>
      <w:r>
        <w:rPr>
          <w:szCs w:val="24"/>
        </w:rPr>
        <w:t xml:space="preserve">oder </w:t>
      </w:r>
      <w:r w:rsidR="005D2E6D">
        <w:rPr>
          <w:szCs w:val="24"/>
        </w:rPr>
        <w:t>v</w:t>
      </w:r>
      <w:r w:rsidR="00825DDB">
        <w:rPr>
          <w:szCs w:val="24"/>
        </w:rPr>
        <w:t>erg</w:t>
      </w:r>
      <w:r w:rsidR="005D2E6D">
        <w:rPr>
          <w:szCs w:val="24"/>
        </w:rPr>
        <w:t>l</w:t>
      </w:r>
      <w:r w:rsidR="00825DDB">
        <w:rPr>
          <w:szCs w:val="24"/>
        </w:rPr>
        <w:t>e</w:t>
      </w:r>
      <w:r w:rsidR="005D2E6D">
        <w:rPr>
          <w:szCs w:val="24"/>
        </w:rPr>
        <w:t>ichbarer</w:t>
      </w:r>
      <w:r>
        <w:rPr>
          <w:szCs w:val="24"/>
        </w:rPr>
        <w:t xml:space="preserve"> Nachweis.</w:t>
      </w:r>
    </w:p>
    <w:p w:rsidR="00292E3B" w:rsidRPr="00327C46" w:rsidRDefault="00292E3B" w:rsidP="00292E3B">
      <w:pPr>
        <w:tabs>
          <w:tab w:val="right" w:pos="3060"/>
        </w:tabs>
        <w:rPr>
          <w:szCs w:val="24"/>
        </w:rPr>
      </w:pPr>
      <w:r>
        <w:rPr>
          <w:b/>
          <w:bCs/>
          <w:szCs w:val="24"/>
        </w:rPr>
        <w:t>Energiebuchhaltung</w:t>
      </w:r>
      <w:r>
        <w:rPr>
          <w:szCs w:val="24"/>
        </w:rPr>
        <w:t xml:space="preserve"> siehe Kriterium </w:t>
      </w:r>
      <w:r>
        <w:rPr>
          <w:b/>
          <w:bCs/>
          <w:szCs w:val="24"/>
        </w:rPr>
        <w:t>E0</w:t>
      </w:r>
      <w:r w:rsidR="00624663">
        <w:rPr>
          <w:b/>
          <w:bCs/>
          <w:szCs w:val="24"/>
        </w:rPr>
        <w:t>3</w:t>
      </w:r>
      <w:r>
        <w:rPr>
          <w:szCs w:val="24"/>
        </w:rPr>
        <w:t xml:space="preserve"> bzw. </w:t>
      </w:r>
      <w:r w:rsidR="00624663">
        <w:rPr>
          <w:szCs w:val="24"/>
        </w:rPr>
        <w:t xml:space="preserve">Datenbank </w:t>
      </w:r>
      <w:r>
        <w:rPr>
          <w:szCs w:val="24"/>
        </w:rPr>
        <w:br/>
      </w:r>
      <w:hyperlink r:id="rId8" w:history="1">
        <w:r w:rsidR="00624663" w:rsidRPr="009706CF">
          <w:rPr>
            <w:rStyle w:val="Hyperlink"/>
            <w:szCs w:val="24"/>
          </w:rPr>
          <w:t>www.umweltbildung.at/schulen/uz-kennzahlen</w:t>
        </w:r>
      </w:hyperlink>
      <w:r w:rsidR="00624663">
        <w:rPr>
          <w:szCs w:val="24"/>
        </w:rPr>
        <w:t xml:space="preserve"> oder eine Datenbank analog e5-Gemeinden</w:t>
      </w:r>
      <w:r>
        <w:rPr>
          <w:szCs w:val="24"/>
        </w:rPr>
        <w:t>.</w:t>
      </w:r>
    </w:p>
    <w:p w:rsidR="00C46F29" w:rsidRPr="00327C46" w:rsidRDefault="00C46F29" w:rsidP="00C46F29">
      <w:pPr>
        <w:tabs>
          <w:tab w:val="right" w:pos="3060"/>
        </w:tabs>
        <w:rPr>
          <w:szCs w:val="24"/>
        </w:rPr>
      </w:pPr>
      <w:r w:rsidRPr="00C46F29">
        <w:rPr>
          <w:b/>
          <w:bCs/>
          <w:szCs w:val="24"/>
        </w:rPr>
        <w:t>NutzerInnenverhalten</w:t>
      </w:r>
      <w:r>
        <w:rPr>
          <w:b/>
          <w:bCs/>
          <w:sz w:val="28"/>
        </w:rPr>
        <w:t xml:space="preserve"> </w:t>
      </w:r>
      <w:r>
        <w:rPr>
          <w:szCs w:val="24"/>
        </w:rPr>
        <w:t xml:space="preserve">siehe auch Kriterien </w:t>
      </w:r>
      <w:r w:rsidRPr="00C46F29">
        <w:rPr>
          <w:b/>
          <w:bCs/>
          <w:szCs w:val="24"/>
        </w:rPr>
        <w:t>M0</w:t>
      </w:r>
      <w:r w:rsidR="00032E2D">
        <w:rPr>
          <w:b/>
          <w:bCs/>
          <w:szCs w:val="24"/>
        </w:rPr>
        <w:t>4</w:t>
      </w:r>
      <w:r>
        <w:rPr>
          <w:szCs w:val="24"/>
        </w:rPr>
        <w:t xml:space="preserve"> (Kommunikation), </w:t>
      </w:r>
      <w:r>
        <w:rPr>
          <w:szCs w:val="24"/>
        </w:rPr>
        <w:br/>
      </w:r>
      <w:r w:rsidRPr="00C46F29">
        <w:rPr>
          <w:b/>
          <w:bCs/>
          <w:szCs w:val="24"/>
        </w:rPr>
        <w:t>M</w:t>
      </w:r>
      <w:r w:rsidR="00032E2D">
        <w:rPr>
          <w:b/>
          <w:bCs/>
          <w:szCs w:val="24"/>
        </w:rPr>
        <w:t>06</w:t>
      </w:r>
      <w:r>
        <w:rPr>
          <w:szCs w:val="24"/>
        </w:rPr>
        <w:t xml:space="preserve"> (</w:t>
      </w:r>
      <w:r w:rsidRPr="00C46F29">
        <w:rPr>
          <w:szCs w:val="24"/>
        </w:rPr>
        <w:t>NutzerInnenverhalten)</w:t>
      </w:r>
      <w:r>
        <w:rPr>
          <w:szCs w:val="24"/>
        </w:rPr>
        <w:t xml:space="preserve">, </w:t>
      </w:r>
      <w:r w:rsidRPr="00C46F29">
        <w:rPr>
          <w:b/>
          <w:bCs/>
          <w:szCs w:val="24"/>
        </w:rPr>
        <w:t>M1</w:t>
      </w:r>
      <w:r w:rsidR="00032E2D">
        <w:rPr>
          <w:b/>
          <w:bCs/>
          <w:szCs w:val="24"/>
        </w:rPr>
        <w:t>7</w:t>
      </w:r>
      <w:r>
        <w:rPr>
          <w:szCs w:val="24"/>
        </w:rPr>
        <w:t xml:space="preserve"> (Kennzahlen) und </w:t>
      </w:r>
      <w:r>
        <w:rPr>
          <w:b/>
          <w:bCs/>
          <w:szCs w:val="24"/>
        </w:rPr>
        <w:t>G</w:t>
      </w:r>
      <w:r w:rsidR="00032E2D">
        <w:rPr>
          <w:b/>
          <w:bCs/>
          <w:szCs w:val="24"/>
        </w:rPr>
        <w:t>0</w:t>
      </w:r>
      <w:r>
        <w:rPr>
          <w:b/>
          <w:bCs/>
          <w:szCs w:val="24"/>
        </w:rPr>
        <w:t>5</w:t>
      </w:r>
      <w:r>
        <w:rPr>
          <w:szCs w:val="24"/>
        </w:rPr>
        <w:t xml:space="preserve"> (Luftwechsel).</w:t>
      </w:r>
    </w:p>
    <w:p w:rsidR="00327C46" w:rsidRDefault="00B95FAC" w:rsidP="00327C46">
      <w:pPr>
        <w:tabs>
          <w:tab w:val="right" w:pos="3969"/>
        </w:tabs>
        <w:rPr>
          <w:sz w:val="20"/>
        </w:rPr>
      </w:pPr>
      <w:r>
        <w:rPr>
          <w:sz w:val="20"/>
        </w:rPr>
        <w:t xml:space="preserve">Siehe auch Datenerhebungen nach dem Kapitel </w:t>
      </w:r>
      <w:r w:rsidRPr="00B95FAC">
        <w:rPr>
          <w:sz w:val="20"/>
        </w:rPr>
        <w:t>NutzerInnenverhalten</w:t>
      </w:r>
      <w:r w:rsidR="000F0454">
        <w:rPr>
          <w:sz w:val="20"/>
        </w:rPr>
        <w:t xml:space="preserve"> (ca. ab Seite 7)</w:t>
      </w:r>
    </w:p>
    <w:p w:rsidR="00B95FAC" w:rsidRDefault="00B95FAC" w:rsidP="00B226D4">
      <w:pPr>
        <w:tabs>
          <w:tab w:val="right" w:pos="3969"/>
        </w:tabs>
        <w:spacing w:before="0"/>
        <w:rPr>
          <w:sz w:val="20"/>
        </w:rPr>
      </w:pPr>
    </w:p>
    <w:p w:rsidR="006603DE" w:rsidRDefault="006603DE" w:rsidP="00B87CB2">
      <w:pPr>
        <w:spacing w:before="60"/>
        <w:jc w:val="center"/>
        <w:rPr>
          <w:b/>
          <w:bCs/>
        </w:rPr>
      </w:pPr>
      <w:r>
        <w:rPr>
          <w:b/>
          <w:bCs/>
        </w:rPr>
        <w:t>NutzerInnenverhalten Fenster und Türen</w:t>
      </w:r>
    </w:p>
    <w:p w:rsidR="00EA2A1D" w:rsidRDefault="00EA2A1D" w:rsidP="00EA2A1D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="008A1DA3">
        <w:rPr>
          <w:sz w:val="20"/>
          <w:u w:val="dotted"/>
          <w:lang w:val="de-AT"/>
        </w:rPr>
        <w:t xml:space="preserve"> </w:t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="008A1DA3">
        <w:rPr>
          <w:sz w:val="20"/>
          <w:u w:val="dotted"/>
          <w:lang w:val="de-AT"/>
        </w:rPr>
        <w:t xml:space="preserve"> </w:t>
      </w:r>
      <w:r>
        <w:rPr>
          <w:sz w:val="20"/>
          <w:u w:val="dotted"/>
          <w:lang w:val="de-AT"/>
        </w:rPr>
        <w:br/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>Regelmäßige Wartung der Fenster und Türen</w:t>
      </w:r>
      <w:r>
        <w:rPr>
          <w:sz w:val="20"/>
        </w:rPr>
        <w:br/>
        <w:t xml:space="preserve">(Schadensbehebung, Prüfung der Dichtungen, etc.)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Luftwechsel erfolgt durch Stoßlüften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Fenster in den Sanitäranlagen sind </w:t>
      </w:r>
      <w:r>
        <w:rPr>
          <w:sz w:val="20"/>
        </w:rPr>
        <w:br/>
        <w:t xml:space="preserve">dauerhaft geöffnet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 w:rsidP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Sonstige:</w:t>
      </w:r>
      <w:r>
        <w:rPr>
          <w:sz w:val="20"/>
        </w:rPr>
        <w:t xml:space="preserve"> </w:t>
      </w:r>
      <w:r>
        <w:rPr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B226D4">
      <w:pPr>
        <w:spacing w:before="0"/>
        <w:rPr>
          <w:b/>
          <w:bCs/>
          <w:sz w:val="20"/>
        </w:rPr>
      </w:pPr>
    </w:p>
    <w:p w:rsidR="006603DE" w:rsidRDefault="006603DE" w:rsidP="006603DE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Bemerkungen </w:t>
      </w:r>
      <w:r w:rsidRPr="001F336C">
        <w:rPr>
          <w:sz w:val="20"/>
        </w:rPr>
        <w:t>zum NutzerInnenverhalten Fenster und</w:t>
      </w:r>
      <w:r w:rsidR="001F336C" w:rsidRPr="001F336C">
        <w:rPr>
          <w:sz w:val="20"/>
        </w:rPr>
        <w:t xml:space="preserve"> Türen: </w:t>
      </w:r>
    </w:p>
    <w:p w:rsidR="006603DE" w:rsidRDefault="006603DE" w:rsidP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B226D4">
      <w:pPr>
        <w:spacing w:before="0"/>
        <w:rPr>
          <w:b/>
          <w:bCs/>
          <w:sz w:val="20"/>
        </w:rPr>
      </w:pPr>
    </w:p>
    <w:p w:rsidR="006603DE" w:rsidRDefault="006603DE" w:rsidP="006603DE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  <w:r w:rsidR="001F336C" w:rsidRPr="001F336C">
        <w:rPr>
          <w:sz w:val="20"/>
        </w:rPr>
        <w:t xml:space="preserve"> zum NutzerInnenverhalten Fenster und Türen:</w:t>
      </w:r>
      <w:r w:rsidR="001F336C">
        <w:rPr>
          <w:b/>
          <w:bCs/>
          <w:sz w:val="20"/>
        </w:rPr>
        <w:t xml:space="preserve"> </w:t>
      </w:r>
    </w:p>
    <w:p w:rsidR="006603DE" w:rsidRDefault="006603DE" w:rsidP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5B1A17" w:rsidRDefault="005B1A17" w:rsidP="00B226D4">
      <w:pPr>
        <w:spacing w:before="240"/>
        <w:jc w:val="center"/>
        <w:rPr>
          <w:b/>
          <w:bCs/>
        </w:rPr>
      </w:pPr>
    </w:p>
    <w:p w:rsidR="005B1A17" w:rsidRDefault="005B1A17" w:rsidP="00B226D4">
      <w:pPr>
        <w:spacing w:before="240"/>
        <w:jc w:val="center"/>
        <w:rPr>
          <w:b/>
          <w:bCs/>
        </w:rPr>
      </w:pPr>
    </w:p>
    <w:p w:rsidR="00365F39" w:rsidRDefault="00365F39" w:rsidP="00B226D4">
      <w:pPr>
        <w:spacing w:before="240"/>
        <w:jc w:val="center"/>
        <w:rPr>
          <w:b/>
          <w:bCs/>
        </w:rPr>
      </w:pPr>
      <w:r>
        <w:rPr>
          <w:b/>
          <w:bCs/>
        </w:rPr>
        <w:t>NutzerInnenverhalten Heizung</w:t>
      </w:r>
      <w:r w:rsidR="00F056A8">
        <w:rPr>
          <w:b/>
          <w:bCs/>
        </w:rPr>
        <w:t xml:space="preserve"> / Lüftung / Kältetechnik</w:t>
      </w:r>
    </w:p>
    <w:p w:rsidR="00365F39" w:rsidRDefault="00365F39" w:rsidP="00666910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="00666910">
        <w:rPr>
          <w:sz w:val="20"/>
          <w:u w:val="dotted"/>
          <w:lang w:val="de-AT"/>
        </w:rPr>
        <w:br/>
      </w:r>
    </w:p>
    <w:p w:rsidR="00365F39" w:rsidRDefault="00365F39" w:rsidP="00365F39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rFonts w:cs="Arial"/>
          <w:color w:val="000000"/>
          <w:sz w:val="20"/>
        </w:rPr>
        <w:t xml:space="preserve">Nachtabdeckung der Fenster durch Vorhänge </w:t>
      </w:r>
      <w:r>
        <w:rPr>
          <w:rFonts w:cs="Arial"/>
          <w:color w:val="000000"/>
          <w:sz w:val="20"/>
        </w:rPr>
        <w:br/>
        <w:t xml:space="preserve">vorhanden </w:t>
      </w:r>
      <w:r>
        <w:rPr>
          <w:rFonts w:cs="Arial"/>
          <w:color w:val="000000"/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365F39" w:rsidRDefault="00365F39" w:rsidP="00365F39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rFonts w:cs="Arial"/>
          <w:color w:val="000000"/>
          <w:sz w:val="20"/>
        </w:rPr>
        <w:t xml:space="preserve">freie Wärmeabgabe der Heizkörper ist </w:t>
      </w:r>
      <w:r>
        <w:rPr>
          <w:rFonts w:cs="Arial"/>
          <w:color w:val="000000"/>
          <w:sz w:val="20"/>
        </w:rPr>
        <w:br/>
        <w:t xml:space="preserve">gewährleistet </w:t>
      </w:r>
      <w:r>
        <w:rPr>
          <w:rFonts w:cs="Arial"/>
          <w:color w:val="000000"/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F056A8" w:rsidRDefault="00F056A8" w:rsidP="00F056A8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rFonts w:cs="Arial"/>
          <w:color w:val="000000"/>
          <w:sz w:val="20"/>
        </w:rPr>
        <w:t xml:space="preserve">Regelmäßige Reinigung der Heizkörperoberflächen </w:t>
      </w:r>
      <w:r>
        <w:rPr>
          <w:rFonts w:cs="Arial"/>
          <w:color w:val="000000"/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F056A8" w:rsidRDefault="00F056A8" w:rsidP="00F056A8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rFonts w:cs="Arial"/>
          <w:color w:val="000000"/>
          <w:sz w:val="20"/>
        </w:rPr>
        <w:t xml:space="preserve">Regelmäßige Wartung der Lüftungsanlage </w:t>
      </w:r>
      <w:r>
        <w:rPr>
          <w:rFonts w:cs="Arial"/>
          <w:color w:val="000000"/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365F39" w:rsidRDefault="00365F39" w:rsidP="00F056A8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rFonts w:cs="Arial"/>
          <w:color w:val="000000"/>
          <w:sz w:val="20"/>
        </w:rPr>
        <w:t xml:space="preserve">Regelmäßige Reinigung der </w:t>
      </w:r>
      <w:r w:rsidR="00F056A8">
        <w:rPr>
          <w:rFonts w:cs="Arial"/>
          <w:color w:val="000000"/>
          <w:sz w:val="20"/>
        </w:rPr>
        <w:t>Kühlrippen</w:t>
      </w:r>
      <w:r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365F39" w:rsidRDefault="00365F39" w:rsidP="00365F39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Sonstige:</w:t>
      </w:r>
      <w:r>
        <w:rPr>
          <w:sz w:val="20"/>
        </w:rPr>
        <w:t xml:space="preserve"> </w:t>
      </w:r>
      <w:r>
        <w:rPr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365F39" w:rsidRDefault="00365F39" w:rsidP="00365F39">
      <w:pPr>
        <w:rPr>
          <w:sz w:val="20"/>
        </w:rPr>
      </w:pPr>
    </w:p>
    <w:p w:rsidR="00365F39" w:rsidRDefault="00365F39" w:rsidP="00365F39">
      <w:pPr>
        <w:tabs>
          <w:tab w:val="right" w:pos="3969"/>
        </w:tabs>
        <w:rPr>
          <w:sz w:val="20"/>
        </w:rPr>
      </w:pPr>
      <w:r>
        <w:rPr>
          <w:sz w:val="20"/>
        </w:rPr>
        <w:t xml:space="preserve">Anteil der beheizten Räume in %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bookmarkEnd w:id="1"/>
    </w:p>
    <w:p w:rsidR="00365F39" w:rsidRDefault="00365F39" w:rsidP="00365F39">
      <w:pPr>
        <w:tabs>
          <w:tab w:val="right" w:pos="3969"/>
        </w:tabs>
        <w:rPr>
          <w:sz w:val="20"/>
        </w:rPr>
      </w:pPr>
      <w:r>
        <w:rPr>
          <w:sz w:val="20"/>
        </w:rPr>
        <w:t xml:space="preserve">Heizungsunterbrechung in Wochen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bookmarkEnd w:id="2"/>
    </w:p>
    <w:p w:rsidR="00365F39" w:rsidRDefault="00365F39" w:rsidP="00365F39">
      <w:pPr>
        <w:rPr>
          <w:b/>
          <w:bCs/>
          <w:sz w:val="20"/>
        </w:rPr>
      </w:pPr>
    </w:p>
    <w:p w:rsidR="00365F39" w:rsidRDefault="00365F39" w:rsidP="00F056A8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1F336C">
        <w:rPr>
          <w:sz w:val="20"/>
        </w:rPr>
        <w:t>zum Nutzer</w:t>
      </w:r>
      <w:r w:rsidR="00E17D0F" w:rsidRPr="001F336C">
        <w:rPr>
          <w:sz w:val="20"/>
        </w:rPr>
        <w:t>Innen</w:t>
      </w:r>
      <w:r w:rsidRPr="001F336C">
        <w:rPr>
          <w:sz w:val="20"/>
        </w:rPr>
        <w:t>verhalten</w:t>
      </w:r>
      <w:r w:rsidR="00E17D0F" w:rsidRPr="001F336C">
        <w:rPr>
          <w:sz w:val="20"/>
        </w:rPr>
        <w:t xml:space="preserve"> </w:t>
      </w:r>
      <w:r w:rsidR="00F056A8">
        <w:rPr>
          <w:sz w:val="20"/>
        </w:rPr>
        <w:t>A</w:t>
      </w:r>
      <w:r w:rsidR="00E17D0F" w:rsidRPr="001F336C">
        <w:rPr>
          <w:sz w:val="20"/>
        </w:rPr>
        <w:t>nlagen</w:t>
      </w:r>
      <w:r w:rsidRPr="001F336C">
        <w:rPr>
          <w:sz w:val="20"/>
        </w:rPr>
        <w:t>:</w:t>
      </w:r>
      <w:r>
        <w:rPr>
          <w:b/>
          <w:bCs/>
          <w:sz w:val="20"/>
        </w:rPr>
        <w:t xml:space="preserve"> </w:t>
      </w:r>
    </w:p>
    <w:p w:rsidR="00365F39" w:rsidRDefault="00365F39" w:rsidP="00365F39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365F39" w:rsidRDefault="00365F39" w:rsidP="00365F39">
      <w:pPr>
        <w:rPr>
          <w:b/>
          <w:bCs/>
          <w:sz w:val="20"/>
        </w:rPr>
      </w:pPr>
    </w:p>
    <w:p w:rsidR="00365F39" w:rsidRDefault="00365F39" w:rsidP="00F056A8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  <w:r w:rsidR="00E17D0F" w:rsidRPr="00E17D0F">
        <w:rPr>
          <w:b/>
          <w:bCs/>
          <w:sz w:val="20"/>
        </w:rPr>
        <w:t xml:space="preserve"> </w:t>
      </w:r>
      <w:r w:rsidR="00E17D0F" w:rsidRPr="001F336C">
        <w:rPr>
          <w:sz w:val="20"/>
        </w:rPr>
        <w:t xml:space="preserve">zum NutzerInnenverhalten </w:t>
      </w:r>
      <w:r w:rsidR="00F056A8">
        <w:rPr>
          <w:sz w:val="20"/>
        </w:rPr>
        <w:t>A</w:t>
      </w:r>
      <w:r w:rsidR="00E17D0F" w:rsidRPr="001F336C">
        <w:rPr>
          <w:sz w:val="20"/>
        </w:rPr>
        <w:t>nlagen</w:t>
      </w:r>
      <w:r w:rsidRPr="001F336C">
        <w:rPr>
          <w:sz w:val="20"/>
        </w:rPr>
        <w:t>:</w:t>
      </w:r>
    </w:p>
    <w:p w:rsidR="00365F39" w:rsidRDefault="00365F39" w:rsidP="00365F39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bookmarkEnd w:id="3"/>
      <w:r>
        <w:rPr>
          <w:sz w:val="20"/>
        </w:rPr>
        <w:tab/>
      </w:r>
    </w:p>
    <w:p w:rsidR="00365F39" w:rsidRDefault="00365F39" w:rsidP="00365F39">
      <w:pPr>
        <w:pStyle w:val="Formularfeld"/>
        <w:rPr>
          <w:sz w:val="20"/>
        </w:rPr>
      </w:pPr>
      <w:r>
        <w:rPr>
          <w:sz w:val="20"/>
        </w:rPr>
        <w:tab/>
      </w:r>
    </w:p>
    <w:p w:rsidR="00365F39" w:rsidRDefault="00365F39" w:rsidP="00365F39">
      <w:pPr>
        <w:pStyle w:val="Formularfeld"/>
        <w:rPr>
          <w:sz w:val="20"/>
        </w:rPr>
      </w:pPr>
    </w:p>
    <w:p w:rsidR="006603DE" w:rsidRDefault="006603DE" w:rsidP="006603DE">
      <w:pPr>
        <w:rPr>
          <w:b/>
          <w:bCs/>
          <w:sz w:val="20"/>
        </w:rPr>
      </w:pPr>
    </w:p>
    <w:p w:rsidR="005B1A17" w:rsidRDefault="005B1A17">
      <w:pPr>
        <w:overflowPunct/>
        <w:autoSpaceDE/>
        <w:autoSpaceDN/>
        <w:adjustRightInd/>
        <w:spacing w:before="0" w:line="240" w:lineRule="auto"/>
        <w:textAlignment w:val="auto"/>
        <w:rPr>
          <w:b/>
          <w:bCs/>
        </w:rPr>
      </w:pPr>
      <w:r>
        <w:rPr>
          <w:b/>
          <w:bCs/>
        </w:rPr>
        <w:br w:type="page"/>
      </w:r>
    </w:p>
    <w:p w:rsidR="006603DE" w:rsidRDefault="006603DE" w:rsidP="006603DE">
      <w:pPr>
        <w:jc w:val="center"/>
        <w:rPr>
          <w:b/>
          <w:bCs/>
          <w:sz w:val="20"/>
        </w:rPr>
      </w:pPr>
      <w:r>
        <w:rPr>
          <w:b/>
          <w:bCs/>
        </w:rPr>
        <w:lastRenderedPageBreak/>
        <w:t>NutzerInnenverhalten Beleuchtung</w:t>
      </w:r>
    </w:p>
    <w:p w:rsidR="002A08D3" w:rsidRDefault="002A08D3" w:rsidP="002A08D3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Regelmäßige Reinigung der Beleuchtungskörper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>Ausschalten der Gangbeleuchtung bei Nichtgebrauch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Ausschalten der Klassenbeleuchtung bei </w:t>
      </w:r>
      <w:r>
        <w:rPr>
          <w:sz w:val="20"/>
        </w:rPr>
        <w:br/>
        <w:t>Nichtgebrauch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Ausschalten der Turnsaalbeleuchtung bei </w:t>
      </w:r>
      <w:r>
        <w:rPr>
          <w:sz w:val="20"/>
        </w:rPr>
        <w:br/>
        <w:t>Nichtgebrauch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Hinweise zum korrekten NutzerInnenverhalten </w:t>
      </w:r>
      <w:r>
        <w:rPr>
          <w:sz w:val="20"/>
        </w:rPr>
        <w:br/>
        <w:t xml:space="preserve">(zB Abschalten bei Verlassen der Klassenzimmer)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 w:rsidP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 xml:space="preserve">Sonstige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6603DE">
      <w:pPr>
        <w:rPr>
          <w:sz w:val="20"/>
        </w:rPr>
      </w:pPr>
    </w:p>
    <w:p w:rsidR="006603DE" w:rsidRDefault="006603DE" w:rsidP="006603DE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932538">
        <w:rPr>
          <w:sz w:val="20"/>
        </w:rPr>
        <w:t>zum NutzerInnenverhalten Beleuchtung</w:t>
      </w:r>
      <w:r w:rsidR="00932538" w:rsidRPr="00932538">
        <w:rPr>
          <w:sz w:val="20"/>
        </w:rPr>
        <w:t>:</w:t>
      </w:r>
      <w:r w:rsidR="00932538">
        <w:rPr>
          <w:b/>
          <w:bCs/>
          <w:sz w:val="20"/>
        </w:rPr>
        <w:t xml:space="preserve"> </w:t>
      </w:r>
    </w:p>
    <w:p w:rsidR="006603DE" w:rsidRDefault="006603DE" w:rsidP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6603DE">
      <w:pPr>
        <w:rPr>
          <w:b/>
          <w:bCs/>
          <w:sz w:val="20"/>
        </w:rPr>
      </w:pPr>
    </w:p>
    <w:p w:rsidR="006603DE" w:rsidRDefault="006603DE" w:rsidP="006603DE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  <w:r w:rsidR="00E17D0F" w:rsidRPr="00E17D0F">
        <w:rPr>
          <w:b/>
          <w:bCs/>
          <w:sz w:val="20"/>
        </w:rPr>
        <w:t xml:space="preserve"> </w:t>
      </w:r>
      <w:r w:rsidR="00E17D0F" w:rsidRPr="00932538">
        <w:rPr>
          <w:sz w:val="20"/>
        </w:rPr>
        <w:t>zum NutzerInnenverhalten Beleuchtung</w:t>
      </w:r>
      <w:r w:rsidR="00932538" w:rsidRPr="00932538">
        <w:rPr>
          <w:sz w:val="20"/>
        </w:rPr>
        <w:t xml:space="preserve">: </w:t>
      </w:r>
    </w:p>
    <w:p w:rsidR="006603DE" w:rsidRDefault="006603DE" w:rsidP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6603DE">
      <w:pPr>
        <w:rPr>
          <w:sz w:val="20"/>
        </w:rPr>
      </w:pPr>
    </w:p>
    <w:p w:rsidR="006603DE" w:rsidRDefault="006603DE" w:rsidP="006603DE">
      <w:pPr>
        <w:jc w:val="center"/>
        <w:rPr>
          <w:b/>
          <w:bCs/>
        </w:rPr>
      </w:pPr>
      <w:r>
        <w:rPr>
          <w:b/>
          <w:bCs/>
        </w:rPr>
        <w:t>NutzerInnenverhalten Sanitäranlagen</w:t>
      </w:r>
    </w:p>
    <w:p w:rsidR="002A08D3" w:rsidRDefault="002A08D3" w:rsidP="002A08D3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Regelmäßige Wartung der Sanitäranlagen </w:t>
      </w:r>
      <w:r>
        <w:rPr>
          <w:sz w:val="20"/>
        </w:rPr>
        <w:br/>
        <w:t>und Sanitärinstallationen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 w:rsidP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Abschalten von unbenötigten </w:t>
      </w:r>
      <w:r>
        <w:rPr>
          <w:sz w:val="20"/>
        </w:rPr>
        <w:br/>
        <w:t xml:space="preserve">Warmwasseraufbereitern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2D057B" w:rsidRDefault="002D057B" w:rsidP="002D057B">
      <w:pPr>
        <w:pStyle w:val="Formularfeld"/>
        <w:rPr>
          <w:sz w:val="20"/>
          <w:u w:val="none"/>
          <w:lang w:val="de-DE"/>
        </w:rPr>
      </w:pPr>
      <w:r>
        <w:rPr>
          <w:sz w:val="20"/>
          <w:u w:val="none"/>
          <w:lang w:val="de-DE"/>
        </w:rPr>
        <w:t xml:space="preserve">Warmwassertemperatur (Vorlauf):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 w:rsidRPr="002D057B">
        <w:rPr>
          <w:sz w:val="20"/>
          <w:u w:val="none"/>
        </w:rPr>
        <w:t> °C</w:t>
      </w:r>
    </w:p>
    <w:p w:rsidR="006603DE" w:rsidRDefault="006603DE" w:rsidP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 xml:space="preserve">Sonstige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6603DE">
      <w:pPr>
        <w:rPr>
          <w:sz w:val="20"/>
        </w:rPr>
      </w:pPr>
    </w:p>
    <w:p w:rsidR="006603DE" w:rsidRDefault="006603DE" w:rsidP="006603DE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1B0666">
        <w:rPr>
          <w:sz w:val="20"/>
        </w:rPr>
        <w:t>zum NutzerInnenverhalten Sanitäranlagen</w:t>
      </w:r>
      <w:r w:rsidR="001B0666" w:rsidRPr="001B0666">
        <w:rPr>
          <w:sz w:val="20"/>
        </w:rPr>
        <w:t>:</w:t>
      </w:r>
      <w:r w:rsidR="001B0666">
        <w:rPr>
          <w:b/>
          <w:bCs/>
          <w:sz w:val="20"/>
        </w:rPr>
        <w:t xml:space="preserve"> </w:t>
      </w:r>
    </w:p>
    <w:p w:rsidR="006603DE" w:rsidRDefault="006603DE" w:rsidP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6603DE">
      <w:pPr>
        <w:rPr>
          <w:b/>
          <w:bCs/>
          <w:sz w:val="20"/>
        </w:rPr>
      </w:pPr>
    </w:p>
    <w:p w:rsidR="006603DE" w:rsidRDefault="006603DE" w:rsidP="006603DE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  <w:r w:rsidR="001B0666" w:rsidRPr="001B0666">
        <w:rPr>
          <w:sz w:val="20"/>
        </w:rPr>
        <w:t xml:space="preserve"> zum NutzerInnenverhalten Sanitäranlagen:</w:t>
      </w:r>
    </w:p>
    <w:p w:rsidR="006603DE" w:rsidRDefault="006603DE" w:rsidP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2A08D3" w:rsidRDefault="002A08D3" w:rsidP="002A08D3">
      <w:pPr>
        <w:jc w:val="center"/>
        <w:rPr>
          <w:b/>
          <w:bCs/>
        </w:rPr>
      </w:pPr>
      <w:r>
        <w:rPr>
          <w:b/>
          <w:bCs/>
        </w:rPr>
        <w:lastRenderedPageBreak/>
        <w:t>NutzerInnenverhalten Geräteausstattung</w:t>
      </w:r>
    </w:p>
    <w:p w:rsidR="002A08D3" w:rsidRDefault="002A08D3" w:rsidP="002A08D3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2A08D3" w:rsidRDefault="002A08D3" w:rsidP="002A08D3">
      <w:pPr>
        <w:tabs>
          <w:tab w:val="right" w:pos="3969"/>
        </w:tabs>
        <w:rPr>
          <w:sz w:val="20"/>
        </w:rPr>
      </w:pPr>
      <w:r>
        <w:rPr>
          <w:sz w:val="20"/>
        </w:rPr>
        <w:t xml:space="preserve">Anteil der Geräte mit Standby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</w:p>
    <w:p w:rsidR="002A08D3" w:rsidRDefault="002A08D3" w:rsidP="002A08D3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>Sind Steckerleisten für Geräte mit Standby im Einsatz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2A08D3" w:rsidRDefault="005C07D7" w:rsidP="002A08D3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Sind </w:t>
      </w:r>
      <w:r w:rsidR="002A08D3">
        <w:rPr>
          <w:sz w:val="20"/>
        </w:rPr>
        <w:t>Geräte mit Standby im Dauereinsatz</w:t>
      </w:r>
      <w:r w:rsidR="002A08D3">
        <w:rPr>
          <w:sz w:val="20"/>
        </w:rPr>
        <w:tab/>
      </w:r>
      <w:r w:rsidR="002A08D3"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2A08D3"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 w:rsidR="002A08D3">
        <w:rPr>
          <w:sz w:val="20"/>
        </w:rPr>
        <w:fldChar w:fldCharType="end"/>
      </w:r>
      <w:r w:rsidR="002A08D3">
        <w:rPr>
          <w:sz w:val="20"/>
        </w:rPr>
        <w:t xml:space="preserve"> ja</w:t>
      </w:r>
      <w:r w:rsidR="002A08D3">
        <w:rPr>
          <w:sz w:val="20"/>
        </w:rPr>
        <w:tab/>
      </w:r>
      <w:r w:rsidR="002A08D3"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2A08D3"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 w:rsidR="002A08D3">
        <w:rPr>
          <w:sz w:val="20"/>
        </w:rPr>
        <w:fldChar w:fldCharType="end"/>
      </w:r>
      <w:r w:rsidR="002A08D3">
        <w:rPr>
          <w:sz w:val="20"/>
        </w:rPr>
        <w:t xml:space="preserve"> manchmal </w:t>
      </w:r>
      <w:r w:rsidR="002A08D3">
        <w:rPr>
          <w:sz w:val="20"/>
        </w:rPr>
        <w:tab/>
      </w:r>
      <w:r w:rsidR="002A08D3"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2A08D3"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 w:rsidR="002A08D3">
        <w:rPr>
          <w:sz w:val="20"/>
        </w:rPr>
        <w:fldChar w:fldCharType="end"/>
      </w:r>
      <w:r w:rsidR="002A08D3">
        <w:rPr>
          <w:sz w:val="20"/>
        </w:rPr>
        <w:t xml:space="preserve"> nein</w:t>
      </w:r>
    </w:p>
    <w:p w:rsidR="002A08D3" w:rsidRDefault="002A08D3" w:rsidP="002A08D3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>Ist bei Computern ein Energiesparmodus eingestellt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2A08D3" w:rsidRDefault="002A08D3" w:rsidP="002A08D3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Doppelseitiges Kopieren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manchmal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2A08D3" w:rsidRDefault="002A08D3" w:rsidP="002A08D3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 xml:space="preserve">Sonstige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2A08D3" w:rsidRDefault="002A08D3" w:rsidP="002A08D3">
      <w:pPr>
        <w:rPr>
          <w:sz w:val="20"/>
        </w:rPr>
      </w:pPr>
    </w:p>
    <w:p w:rsidR="002A08D3" w:rsidRDefault="002A08D3" w:rsidP="002A08D3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1B0666">
        <w:rPr>
          <w:sz w:val="20"/>
        </w:rPr>
        <w:t>zum NutzerInnenverhalten Sanitäranlagen:</w:t>
      </w:r>
      <w:r>
        <w:rPr>
          <w:b/>
          <w:bCs/>
          <w:sz w:val="20"/>
        </w:rPr>
        <w:t xml:space="preserve"> </w:t>
      </w:r>
    </w:p>
    <w:p w:rsidR="002A08D3" w:rsidRDefault="002A08D3" w:rsidP="002A08D3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2A08D3" w:rsidRDefault="002A08D3" w:rsidP="002A08D3">
      <w:pPr>
        <w:rPr>
          <w:b/>
          <w:bCs/>
          <w:sz w:val="20"/>
        </w:rPr>
      </w:pPr>
    </w:p>
    <w:p w:rsidR="002A08D3" w:rsidRDefault="002A08D3" w:rsidP="002A08D3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  <w:r w:rsidRPr="001B0666">
        <w:rPr>
          <w:sz w:val="20"/>
        </w:rPr>
        <w:t xml:space="preserve"> zum NutzerInnenverhalten Sanitäranlagen:</w:t>
      </w:r>
    </w:p>
    <w:p w:rsidR="002A08D3" w:rsidRDefault="002A08D3" w:rsidP="002A08D3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2A08D3" w:rsidRDefault="002A08D3" w:rsidP="002A08D3"/>
    <w:p w:rsidR="00800797" w:rsidRDefault="00800797"/>
    <w:p w:rsidR="00800797" w:rsidRDefault="00800797"/>
    <w:p w:rsidR="00800797" w:rsidRDefault="00800797"/>
    <w:p w:rsidR="005C07D7" w:rsidRDefault="00D477E6" w:rsidP="005C07D7">
      <w:pPr>
        <w:jc w:val="center"/>
        <w:rPr>
          <w:b/>
          <w:bCs/>
          <w:sz w:val="28"/>
        </w:rPr>
      </w:pPr>
      <w:r>
        <w:br w:type="page"/>
      </w:r>
      <w:r w:rsidR="008A5764">
        <w:rPr>
          <w:b/>
          <w:bCs/>
          <w:sz w:val="28"/>
          <w:highlight w:val="yellow"/>
        </w:rPr>
        <w:lastRenderedPageBreak/>
        <w:t xml:space="preserve">Teil 2  </w:t>
      </w:r>
      <w:r w:rsidR="005C07D7" w:rsidRPr="005C07D7">
        <w:rPr>
          <w:b/>
          <w:bCs/>
          <w:sz w:val="28"/>
          <w:highlight w:val="yellow"/>
        </w:rPr>
        <w:t>Bauausführung und Nutzungsdaten</w:t>
      </w:r>
      <w:r w:rsidR="005C07D7">
        <w:rPr>
          <w:b/>
          <w:bCs/>
          <w:sz w:val="28"/>
        </w:rPr>
        <w:t xml:space="preserve"> </w:t>
      </w:r>
    </w:p>
    <w:p w:rsidR="005C07D7" w:rsidRDefault="005C07D7" w:rsidP="005C07D7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6603DE" w:rsidRDefault="006603DE" w:rsidP="00D477E6">
      <w:pPr>
        <w:pStyle w:val="Beschriftung"/>
        <w:tabs>
          <w:tab w:val="left" w:pos="4500"/>
        </w:tabs>
        <w:spacing w:after="120"/>
      </w:pPr>
      <w:r>
        <w:t xml:space="preserve">Tabelle </w:t>
      </w:r>
      <w:r w:rsidRPr="00D477E6">
        <w:rPr>
          <w:b/>
          <w:bCs/>
        </w:rPr>
        <w:t>Flächennutzung</w:t>
      </w:r>
      <w:r w:rsidR="00D477E6">
        <w:rPr>
          <w:b/>
          <w:bCs/>
        </w:rPr>
        <w:tab/>
        <w:t xml:space="preserve">Baujahr der Bildungseinrichtung: </w:t>
      </w:r>
      <w:r w:rsidR="00D477E6">
        <w:fldChar w:fldCharType="begin">
          <w:ffData>
            <w:name w:val="Text145"/>
            <w:enabled/>
            <w:calcOnExit w:val="0"/>
            <w:textInput/>
          </w:ffData>
        </w:fldChar>
      </w:r>
      <w:r w:rsidR="00D477E6">
        <w:instrText xml:space="preserve"> FORMTEXT </w:instrText>
      </w:r>
      <w:r w:rsidR="00D477E6">
        <w:fldChar w:fldCharType="separate"/>
      </w:r>
      <w:r w:rsidR="00D477E6">
        <w:rPr>
          <w:noProof/>
        </w:rPr>
        <w:t> </w:t>
      </w:r>
      <w:r w:rsidR="00D477E6">
        <w:rPr>
          <w:noProof/>
        </w:rPr>
        <w:t> </w:t>
      </w:r>
      <w:r w:rsidR="00D477E6">
        <w:rPr>
          <w:noProof/>
        </w:rPr>
        <w:t> </w:t>
      </w:r>
      <w:r w:rsidR="00D477E6">
        <w:rPr>
          <w:noProof/>
        </w:rPr>
        <w:t> </w:t>
      </w:r>
      <w:r w:rsidR="00D477E6">
        <w:rPr>
          <w:noProof/>
        </w:rPr>
        <w:t> </w:t>
      </w:r>
      <w:r w:rsidR="00D477E6">
        <w:fldChar w:fldCharType="end"/>
      </w:r>
    </w:p>
    <w:tbl>
      <w:tblPr>
        <w:tblW w:w="9790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960"/>
        <w:gridCol w:w="1800"/>
        <w:gridCol w:w="3960"/>
      </w:tblGrid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Raumtyp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Gesamtfläche</w:t>
            </w:r>
            <w:r w:rsidR="004D1686">
              <w:rPr>
                <w:b/>
                <w:bCs/>
              </w:rPr>
              <w:t xml:space="preserve"> m²</w:t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Anmerkung</w:t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Klassenraum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bookmarkStart w:id="4" w:name="Text1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bookmarkStart w:id="5" w:name="Text1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6" w:name="Text1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Sonderunterrichtsraum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Bibliothek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Turnhalle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Hallenschwimmbad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Konferenz, Sprechzimmer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Büroraum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  <w:rPr>
                <w:lang w:val="fr-FR"/>
              </w:rPr>
            </w:pPr>
            <w:r>
              <w:t xml:space="preserve">Aula, </w:t>
            </w:r>
            <w:r>
              <w:rPr>
                <w:lang w:val="fr-FR"/>
              </w:rPr>
              <w:t>Festsaal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  <w:rPr>
                <w:lang w:val="fr-FR"/>
              </w:rPr>
            </w:pPr>
            <w:r>
              <w:rPr>
                <w:lang w:val="fr-FR"/>
              </w:rPr>
              <w:t>Buffet, Speisesaal etc.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Pausenraum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Schüleraufenthaltsraum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Windfang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Garderobe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WC-, Duschraum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Umkleideraum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Wohnraum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Lagerraum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t>Sonstiges (Arztzimmer etc.)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7" w:name="Text1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</w:tcPr>
          <w:p w:rsidR="006603DE" w:rsidRDefault="006603DE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 w:rsidTr="00D477E6">
        <w:trPr>
          <w:jc w:val="center"/>
        </w:trPr>
        <w:tc>
          <w:tcPr>
            <w:tcW w:w="3070" w:type="dxa"/>
          </w:tcPr>
          <w:p w:rsidR="006603DE" w:rsidRPr="004D1686" w:rsidRDefault="004D1686">
            <w:pPr>
              <w:pStyle w:val="Tab-Text"/>
              <w:rPr>
                <w:b/>
                <w:bCs/>
              </w:rPr>
            </w:pPr>
            <w:r w:rsidRPr="004D1686">
              <w:rPr>
                <w:b/>
                <w:bCs/>
              </w:rPr>
              <w:t>Summe der Flächen</w:t>
            </w:r>
          </w:p>
        </w:tc>
        <w:tc>
          <w:tcPr>
            <w:tcW w:w="960" w:type="dxa"/>
          </w:tcPr>
          <w:p w:rsidR="006603DE" w:rsidRDefault="006603DE">
            <w:pPr>
              <w:pStyle w:val="Tab-Text"/>
            </w:pPr>
          </w:p>
        </w:tc>
        <w:tc>
          <w:tcPr>
            <w:tcW w:w="1800" w:type="dxa"/>
          </w:tcPr>
          <w:p w:rsidR="006603DE" w:rsidRDefault="00806523" w:rsidP="004D1686">
            <w:pPr>
              <w:pStyle w:val="Tab-Text"/>
              <w:jc w:val="center"/>
            </w:pPr>
            <w: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4D1686">
              <w:fldChar w:fldCharType="begin"/>
            </w:r>
            <w:r w:rsidR="004D1686">
              <w:instrText xml:space="preserve"> SUM() \# "0" </w:instrText>
            </w:r>
            <w:r w:rsidR="004D1686">
              <w:fldChar w:fldCharType="end"/>
            </w:r>
          </w:p>
        </w:tc>
        <w:tc>
          <w:tcPr>
            <w:tcW w:w="3960" w:type="dxa"/>
          </w:tcPr>
          <w:p w:rsidR="006603DE" w:rsidRDefault="006603DE">
            <w:pPr>
              <w:pStyle w:val="Tab-Text"/>
            </w:pPr>
          </w:p>
        </w:tc>
      </w:tr>
    </w:tbl>
    <w:p w:rsidR="006603DE" w:rsidRDefault="006603DE" w:rsidP="00800797">
      <w:pPr>
        <w:spacing w:before="0"/>
      </w:pPr>
    </w:p>
    <w:p w:rsidR="00800797" w:rsidRDefault="00800797">
      <w:r w:rsidRPr="00800797">
        <w:rPr>
          <w:i/>
          <w:u w:val="single"/>
        </w:rPr>
        <w:t>Kann</w:t>
      </w:r>
      <w:r>
        <w:t xml:space="preserve"> hier zusätzlich erhoben werden: </w:t>
      </w:r>
      <w:r w:rsidRPr="00800797">
        <w:rPr>
          <w:b/>
        </w:rPr>
        <w:t>Zufriedenheit bzw. Wohlbefinden</w:t>
      </w:r>
      <w:r w:rsidRPr="00800797">
        <w:t xml:space="preserve"> </w:t>
      </w:r>
      <w:r>
        <w:t>u.a. hinsichtlich</w:t>
      </w:r>
      <w:r w:rsidRPr="00800797">
        <w:t xml:space="preserve"> </w:t>
      </w:r>
      <w:r>
        <w:t xml:space="preserve">Beleuchtung, </w:t>
      </w:r>
      <w:r w:rsidRPr="00800797">
        <w:t>angenehme</w:t>
      </w:r>
      <w:r>
        <w:t>r</w:t>
      </w:r>
      <w:r w:rsidRPr="00800797">
        <w:t xml:space="preserve"> Temperaturen, </w:t>
      </w:r>
      <w:r>
        <w:t>Schallschutz,</w:t>
      </w:r>
      <w:r w:rsidRPr="00800797">
        <w:t xml:space="preserve"> gute</w:t>
      </w:r>
      <w:r>
        <w:t>r</w:t>
      </w:r>
      <w:r w:rsidRPr="00800797">
        <w:t xml:space="preserve"> Lüftung, Raumluftqual</w:t>
      </w:r>
      <w:r>
        <w:t xml:space="preserve">ität </w:t>
      </w:r>
      <w:r>
        <w:br/>
        <w:t xml:space="preserve">(siehe auch Umweltzeichen-Kriterien: </w:t>
      </w:r>
      <w:r w:rsidRPr="00800797">
        <w:rPr>
          <w:b/>
        </w:rPr>
        <w:t>E05</w:t>
      </w:r>
      <w:r>
        <w:t xml:space="preserve">, E10, </w:t>
      </w:r>
      <w:r w:rsidRPr="00800797">
        <w:rPr>
          <w:b/>
        </w:rPr>
        <w:t>G02</w:t>
      </w:r>
      <w:r>
        <w:t xml:space="preserve">, </w:t>
      </w:r>
      <w:r w:rsidRPr="00800797">
        <w:rPr>
          <w:b/>
        </w:rPr>
        <w:t>G05</w:t>
      </w:r>
      <w:r>
        <w:t xml:space="preserve">, </w:t>
      </w:r>
      <w:r w:rsidRPr="00800797">
        <w:rPr>
          <w:b/>
        </w:rPr>
        <w:t>G06</w:t>
      </w:r>
      <w:r>
        <w:t xml:space="preserve">, </w:t>
      </w:r>
      <w:r w:rsidRPr="00800797">
        <w:rPr>
          <w:b/>
        </w:rPr>
        <w:t>G07</w:t>
      </w:r>
      <w:r>
        <w:t>, G12, G13, G14)</w:t>
      </w:r>
    </w:p>
    <w:p w:rsidR="00800797" w:rsidRDefault="00800797"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</w:p>
    <w:p w:rsidR="00216642" w:rsidRDefault="00D35AED" w:rsidP="00216642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>
        <w:br w:type="page"/>
      </w:r>
      <w:r w:rsidR="00216642" w:rsidRPr="00365F39">
        <w:rPr>
          <w:rFonts w:cs="Arial"/>
          <w:b/>
          <w:bCs/>
          <w:color w:val="000000"/>
          <w:sz w:val="20"/>
        </w:rPr>
        <w:lastRenderedPageBreak/>
        <w:t>Datum</w:t>
      </w:r>
      <w:r w:rsidR="00216642">
        <w:rPr>
          <w:rFonts w:cs="Arial"/>
          <w:color w:val="000000"/>
          <w:sz w:val="20"/>
        </w:rPr>
        <w:t xml:space="preserve"> der Erhebung: </w:t>
      </w:r>
      <w:r w:rsidR="00216642">
        <w:rPr>
          <w:sz w:val="20"/>
        </w:rPr>
        <w:tab/>
      </w:r>
      <w:r w:rsidR="00216642"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16642">
        <w:rPr>
          <w:sz w:val="20"/>
          <w:u w:val="dotted"/>
          <w:lang w:val="de-AT"/>
        </w:rPr>
        <w:instrText xml:space="preserve"> FORMTEXT </w:instrText>
      </w:r>
      <w:r w:rsidR="00216642">
        <w:rPr>
          <w:sz w:val="20"/>
          <w:u w:val="dotted"/>
          <w:lang w:val="de-AT"/>
        </w:rPr>
      </w:r>
      <w:r w:rsidR="00216642">
        <w:rPr>
          <w:sz w:val="20"/>
          <w:u w:val="dotted"/>
          <w:lang w:val="de-AT"/>
        </w:rPr>
        <w:fldChar w:fldCharType="separate"/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sz w:val="20"/>
          <w:u w:val="dotted"/>
          <w:lang w:val="de-AT"/>
        </w:rPr>
        <w:fldChar w:fldCharType="end"/>
      </w:r>
      <w:r w:rsidR="00216642" w:rsidRPr="00365F39">
        <w:rPr>
          <w:sz w:val="20"/>
          <w:lang w:val="de-AT"/>
        </w:rPr>
        <w:tab/>
      </w:r>
      <w:r w:rsidR="00216642" w:rsidRPr="00365F39">
        <w:rPr>
          <w:b/>
          <w:bCs/>
          <w:sz w:val="20"/>
          <w:lang w:val="de-AT"/>
        </w:rPr>
        <w:t>Verantwortliche/r</w:t>
      </w:r>
      <w:r w:rsidR="00216642">
        <w:rPr>
          <w:sz w:val="20"/>
          <w:lang w:val="de-AT"/>
        </w:rPr>
        <w:t>:</w:t>
      </w:r>
      <w:r w:rsidR="00216642">
        <w:rPr>
          <w:sz w:val="20"/>
          <w:lang w:val="de-AT"/>
        </w:rPr>
        <w:tab/>
      </w:r>
      <w:r w:rsidR="00216642"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16642">
        <w:rPr>
          <w:sz w:val="20"/>
          <w:u w:val="dotted"/>
          <w:lang w:val="de-AT"/>
        </w:rPr>
        <w:instrText xml:space="preserve"> FORMTEXT </w:instrText>
      </w:r>
      <w:r w:rsidR="00216642">
        <w:rPr>
          <w:sz w:val="20"/>
          <w:u w:val="dotted"/>
          <w:lang w:val="de-AT"/>
        </w:rPr>
      </w:r>
      <w:r w:rsidR="00216642">
        <w:rPr>
          <w:sz w:val="20"/>
          <w:u w:val="dotted"/>
          <w:lang w:val="de-AT"/>
        </w:rPr>
        <w:fldChar w:fldCharType="separate"/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 w:rsidR="00216642">
        <w:rPr>
          <w:sz w:val="20"/>
          <w:u w:val="dotted"/>
          <w:lang w:val="de-AT"/>
        </w:rPr>
        <w:fldChar w:fldCharType="end"/>
      </w:r>
      <w:r w:rsidR="00216642">
        <w:rPr>
          <w:sz w:val="20"/>
          <w:u w:val="dotted"/>
          <w:lang w:val="de-AT"/>
        </w:rPr>
        <w:br/>
      </w:r>
    </w:p>
    <w:p w:rsidR="006603DE" w:rsidRDefault="006603DE" w:rsidP="00D477E6">
      <w:pPr>
        <w:pStyle w:val="Beschriftung"/>
        <w:spacing w:after="120"/>
      </w:pPr>
      <w:r>
        <w:t xml:space="preserve">Tabelle </w:t>
      </w:r>
      <w:r w:rsidRPr="00D477E6">
        <w:rPr>
          <w:b/>
          <w:bCs/>
        </w:rPr>
        <w:t>Renovierungen bzw. Renovierungsplan</w:t>
      </w:r>
    </w:p>
    <w:tbl>
      <w:tblPr>
        <w:tblW w:w="1020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2841"/>
        <w:gridCol w:w="845"/>
        <w:gridCol w:w="2827"/>
        <w:gridCol w:w="845"/>
      </w:tblGrid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Maßnahme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Durchgeführte Maßnahme</w:t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Jahr</w:t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Geplante Maßnahme</w:t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Jahr</w:t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97" w:type="dxa"/>
          </w:tcPr>
          <w:p w:rsidR="00D11914" w:rsidRDefault="00D11914">
            <w:pPr>
              <w:pStyle w:val="Tab-Text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  <w:jc w:val="center"/>
              <w:rPr>
                <w:b/>
                <w:bCs/>
                <w:sz w:val="18"/>
              </w:rPr>
            </w:pP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Pr="008066D9" w:rsidRDefault="00D11914">
            <w:pPr>
              <w:pStyle w:val="Tab-Text"/>
              <w:rPr>
                <w:b/>
                <w:bCs/>
              </w:rPr>
            </w:pPr>
            <w:r w:rsidRPr="008066D9">
              <w:rPr>
                <w:b/>
                <w:bCs/>
              </w:rPr>
              <w:t>Zubau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t>Fensteraustausch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8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9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t>Neue Fassade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0" w:name="Text5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1" w:name="Text5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t>Dämmung der Außenwand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2" w:name="Text6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3" w:name="Text6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t>Dämmung der obersten Geschossdecke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4" w:name="Text6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5" w:name="Text6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t>Neue Heizanlage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6" w:name="Text7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7" w:name="Text7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t>Dämmung der Kellerdecke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t>Dämmung der Dachschräge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t>Elektrische Leitungen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t>Beleuchtung</w:t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bookmarkStart w:id="18" w:name="Text1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</w:tr>
      <w:tr w:rsidR="00D11914" w:rsidTr="00D11914">
        <w:trPr>
          <w:jc w:val="center"/>
        </w:trPr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2897" w:type="dxa"/>
          </w:tcPr>
          <w:p w:rsidR="00D11914" w:rsidRDefault="00D11914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2897" w:type="dxa"/>
          </w:tcPr>
          <w:p w:rsidR="00D11914" w:rsidRDefault="00D11914" w:rsidP="006603DE">
            <w:pPr>
              <w:pStyle w:val="Tab-Text"/>
            </w:pPr>
          </w:p>
        </w:tc>
        <w:tc>
          <w:tcPr>
            <w:tcW w:w="851" w:type="dxa"/>
          </w:tcPr>
          <w:p w:rsidR="00D11914" w:rsidRDefault="00D11914" w:rsidP="006603DE">
            <w:pPr>
              <w:pStyle w:val="Tab-Text"/>
            </w:pPr>
          </w:p>
        </w:tc>
      </w:tr>
    </w:tbl>
    <w:p w:rsidR="006603DE" w:rsidRDefault="006603DE"/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C62BAE">
        <w:rPr>
          <w:sz w:val="20"/>
        </w:rPr>
        <w:t xml:space="preserve">zu den erfolgten bzw. geplanten Renovierungen: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365F39">
      <w:pPr>
        <w:jc w:val="center"/>
        <w:rPr>
          <w:b/>
          <w:bCs/>
        </w:rPr>
      </w:pPr>
      <w:r>
        <w:br w:type="page"/>
      </w:r>
      <w:r>
        <w:rPr>
          <w:b/>
          <w:bCs/>
        </w:rPr>
        <w:lastRenderedPageBreak/>
        <w:t>Technische Ausführung Heizanlage</w:t>
      </w:r>
    </w:p>
    <w:p w:rsidR="00216642" w:rsidRDefault="00216642" w:rsidP="00216642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Absenken der Temperatur während der Nacht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Absenken der Temperatur in der Übergangszeit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Absenken der Temperatur in den Ferien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Wärmedämmung der Heizkörpernischen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Trennung der Gebäudeheizung von der Heizung </w:t>
      </w:r>
      <w:r>
        <w:rPr>
          <w:sz w:val="20"/>
        </w:rPr>
        <w:br/>
        <w:t xml:space="preserve">der Schulwartwohnung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C62BAE" w:rsidRDefault="00C62BAE" w:rsidP="00C62BA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>Hydraulischer Abgleich wurde durchgeführt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  <w:r w:rsidR="00216642">
        <w:rPr>
          <w:sz w:val="20"/>
        </w:rPr>
        <w:tab/>
        <w:t xml:space="preserve">Datum: </w:t>
      </w:r>
      <w:r w:rsidR="00216642"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16642">
        <w:rPr>
          <w:sz w:val="20"/>
        </w:rPr>
        <w:instrText xml:space="preserve"> FORMTEXT </w:instrText>
      </w:r>
      <w:r w:rsidR="00216642">
        <w:rPr>
          <w:sz w:val="20"/>
        </w:rPr>
      </w:r>
      <w:r w:rsidR="00216642">
        <w:rPr>
          <w:sz w:val="20"/>
        </w:rPr>
        <w:fldChar w:fldCharType="separate"/>
      </w:r>
      <w:r w:rsidR="00216642"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 w:rsidR="00216642">
        <w:rPr>
          <w:rFonts w:ascii="Arial Unicode MS" w:eastAsia="Arial Unicode MS" w:hAnsi="Arial Unicode MS" w:cs="Arial Unicode MS" w:hint="eastAsia"/>
          <w:noProof/>
          <w:sz w:val="20"/>
        </w:rPr>
        <w:t> </w:t>
      </w:r>
      <w:r w:rsidR="00216642">
        <w:rPr>
          <w:sz w:val="20"/>
        </w:rPr>
        <w:fldChar w:fldCharType="end"/>
      </w:r>
    </w:p>
    <w:p w:rsidR="00C62BAE" w:rsidRDefault="00C62BA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Sonstige:</w:t>
      </w:r>
      <w:r>
        <w:rPr>
          <w:sz w:val="20"/>
        </w:rPr>
        <w:t xml:space="preserve">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b/>
          <w:bCs/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Heizungsregelung</w:t>
      </w:r>
    </w:p>
    <w:p w:rsidR="006603DE" w:rsidRDefault="006603DE">
      <w:pPr>
        <w:rPr>
          <w:sz w:val="20"/>
        </w:rPr>
      </w:pPr>
      <w:r>
        <w:rPr>
          <w:sz w:val="20"/>
        </w:rPr>
        <w:t xml:space="preserve">Regelung der Heizanlage erfolgt 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Mischventil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Gleitende Kesselfolgeschaltung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Einzelraumregelung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b/>
          <w:bCs/>
          <w:sz w:val="20"/>
        </w:rPr>
      </w:pPr>
      <w:r>
        <w:rPr>
          <w:b/>
          <w:bCs/>
          <w:sz w:val="20"/>
        </w:rPr>
        <w:t>Heizanlagensteuerung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Zweitsteuerung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Thermostatventile auf den Heizkörpern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Außentemperaturgesteuerte Vorlauftemperatur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Sonstige:</w:t>
      </w:r>
      <w:r>
        <w:rPr>
          <w:sz w:val="20"/>
        </w:rPr>
        <w:t xml:space="preserve">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9" w:name="Text3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9"/>
      <w:r>
        <w:rPr>
          <w:sz w:val="20"/>
        </w:rPr>
        <w:tab/>
      </w:r>
    </w:p>
    <w:p w:rsidR="006603DE" w:rsidRDefault="006603DE">
      <w:pPr>
        <w:rPr>
          <w:b/>
          <w:bCs/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D35AED">
        <w:rPr>
          <w:sz w:val="20"/>
        </w:rPr>
        <w:t>zur Regelung und Steuerung</w:t>
      </w:r>
      <w:r w:rsidR="00D35AED" w:rsidRPr="00D35AED">
        <w:rPr>
          <w:sz w:val="20"/>
        </w:rPr>
        <w:t xml:space="preserve"> der Heizanlage</w:t>
      </w:r>
      <w:r w:rsidRPr="00D35AED">
        <w:rPr>
          <w:sz w:val="20"/>
        </w:rPr>
        <w:t>:</w:t>
      </w:r>
      <w:r w:rsidR="00D35AED">
        <w:rPr>
          <w:b/>
          <w:bCs/>
          <w:sz w:val="20"/>
        </w:rPr>
        <w:t xml:space="preserve">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b/>
          <w:bCs/>
          <w:sz w:val="20"/>
        </w:rPr>
      </w:pPr>
    </w:p>
    <w:p w:rsidR="006603DE" w:rsidRDefault="006603DE" w:rsidP="00D35AED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  <w:r w:rsidR="00D35AED" w:rsidRPr="00D35AED">
        <w:rPr>
          <w:sz w:val="20"/>
        </w:rPr>
        <w:t xml:space="preserve"> zur Regelung und Steuerung der Heizanlage:</w:t>
      </w:r>
      <w:r w:rsidR="00D35AED">
        <w:rPr>
          <w:sz w:val="20"/>
        </w:rPr>
        <w:t xml:space="preserve">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b/>
          <w:bCs/>
          <w:sz w:val="20"/>
        </w:rPr>
      </w:pPr>
      <w:r>
        <w:rPr>
          <w:sz w:val="20"/>
        </w:rPr>
        <w:br w:type="page"/>
      </w:r>
      <w:r>
        <w:rPr>
          <w:b/>
          <w:bCs/>
          <w:sz w:val="20"/>
        </w:rPr>
        <w:lastRenderedPageBreak/>
        <w:t>Beschreibung der Heizanlagen</w:t>
      </w:r>
    </w:p>
    <w:p w:rsidR="006603DE" w:rsidRDefault="006603DE">
      <w:pPr>
        <w:rPr>
          <w:sz w:val="2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1440"/>
        <w:gridCol w:w="1620"/>
        <w:gridCol w:w="2840"/>
      </w:tblGrid>
      <w:tr w:rsidR="006603DE">
        <w:tc>
          <w:tcPr>
            <w:tcW w:w="331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Art/Bezeichnung (Hersteller)</w:t>
            </w:r>
          </w:p>
        </w:tc>
        <w:tc>
          <w:tcPr>
            <w:tcW w:w="144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Baujahr</w:t>
            </w:r>
          </w:p>
        </w:tc>
        <w:tc>
          <w:tcPr>
            <w:tcW w:w="162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Leistung in kW</w:t>
            </w:r>
          </w:p>
        </w:tc>
        <w:tc>
          <w:tcPr>
            <w:tcW w:w="284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Art des Energieträgers</w:t>
            </w:r>
          </w:p>
        </w:tc>
      </w:tr>
      <w:tr w:rsidR="006603DE">
        <w:tc>
          <w:tcPr>
            <w:tcW w:w="331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0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14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16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2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28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  <w:tr w:rsidR="006603DE">
        <w:tc>
          <w:tcPr>
            <w:tcW w:w="331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331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331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331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603DE" w:rsidRDefault="006603DE">
      <w:pPr>
        <w:rPr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Spezialanlagen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Fußbodenheizung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Beheizte Außenflächen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Wenn ja: Angabe in m²</w:t>
      </w:r>
      <w:r>
        <w:rPr>
          <w:sz w:val="20"/>
        </w:rPr>
        <w:t xml:space="preserve"> </w:t>
      </w:r>
      <w:r>
        <w:fldChar w:fldCharType="begin">
          <w:ffData>
            <w:name w:val="Text149"/>
            <w:enabled/>
            <w:calcOnExit w:val="0"/>
            <w:textInput/>
          </w:ffData>
        </w:fldChar>
      </w:r>
      <w:bookmarkStart w:id="24" w:name="Text149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4"/>
      <w:r>
        <w:t xml:space="preserve"> </w:t>
      </w:r>
      <w:r>
        <w:rPr>
          <w:sz w:val="20"/>
          <w:u w:val="none"/>
          <w:lang w:val="de-DE"/>
        </w:rPr>
        <w:t>und des Nutzens:</w:t>
      </w:r>
      <w:r>
        <w:rPr>
          <w:sz w:val="20"/>
        </w:rPr>
        <w:t xml:space="preserve">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tab/>
      </w:r>
    </w:p>
    <w:p w:rsidR="006603DE" w:rsidRDefault="006603DE">
      <w:pPr>
        <w:pStyle w:val="Formularfeld"/>
        <w:rPr>
          <w:sz w:val="20"/>
        </w:rPr>
      </w:pP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 xml:space="preserve">Sonstige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</w:rPr>
      </w:pPr>
    </w:p>
    <w:p w:rsidR="006603DE" w:rsidRDefault="006603DE" w:rsidP="00216642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216642">
        <w:rPr>
          <w:sz w:val="20"/>
        </w:rPr>
        <w:t xml:space="preserve">zu den </w:t>
      </w:r>
      <w:r w:rsidR="00216642" w:rsidRPr="00216642">
        <w:rPr>
          <w:sz w:val="20"/>
        </w:rPr>
        <w:t>Heizanlagen</w:t>
      </w:r>
      <w:r w:rsidRPr="00216642">
        <w:rPr>
          <w:sz w:val="20"/>
        </w:rPr>
        <w:t>:</w:t>
      </w:r>
      <w:r w:rsidR="00216642">
        <w:rPr>
          <w:b/>
          <w:bCs/>
          <w:sz w:val="20"/>
        </w:rPr>
        <w:t xml:space="preserve">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</w:rPr>
      </w:pPr>
    </w:p>
    <w:p w:rsidR="006603DE" w:rsidRDefault="006603DE" w:rsidP="00216642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  <w:r w:rsidR="00216642" w:rsidRPr="00216642">
        <w:rPr>
          <w:sz w:val="20"/>
        </w:rPr>
        <w:t xml:space="preserve"> zu den Heizanlagen:</w:t>
      </w:r>
      <w:r>
        <w:rPr>
          <w:b/>
          <w:bCs/>
          <w:sz w:val="20"/>
        </w:rPr>
        <w:t xml:space="preserve">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jc w:val="center"/>
        <w:rPr>
          <w:b/>
          <w:bCs/>
        </w:rPr>
      </w:pPr>
      <w:r>
        <w:rPr>
          <w:sz w:val="20"/>
        </w:rPr>
        <w:br w:type="page"/>
      </w:r>
      <w:r>
        <w:rPr>
          <w:b/>
          <w:bCs/>
        </w:rPr>
        <w:lastRenderedPageBreak/>
        <w:t>Technische Ausführung Warmwasseraufbereitungsanlage</w:t>
      </w:r>
    </w:p>
    <w:p w:rsidR="00216642" w:rsidRDefault="00216642" w:rsidP="00216642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Warmwasseraufbereitung in Heizung integriert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Elektrische Warmwasseraufbereitung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Warmwasseraufbereitung durch Fernwärme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Warmwasseraufbereitung durch fossile Brennstoffe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Warmwasseraufbereitung durch nachwachsende </w:t>
      </w:r>
      <w:r>
        <w:rPr>
          <w:sz w:val="20"/>
        </w:rPr>
        <w:br/>
        <w:t xml:space="preserve">Rohstoffe (zB Holz, Solarenergie)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0A6B59" w:rsidRDefault="000A6B59" w:rsidP="000A6B59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Warmwasseraufbereitung durch Wärmepumpe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0A6B59" w:rsidP="000A6B59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Zirkulationspumpen mit Zeitschaltuhr</w:t>
      </w:r>
      <w:r w:rsidR="006603DE">
        <w:rPr>
          <w:sz w:val="20"/>
        </w:rPr>
        <w:t xml:space="preserve"> </w:t>
      </w:r>
      <w:r w:rsidR="006603DE">
        <w:rPr>
          <w:sz w:val="20"/>
        </w:rPr>
        <w:tab/>
      </w:r>
      <w:r w:rsidR="006603DE"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603DE"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 w:rsidR="006603DE">
        <w:rPr>
          <w:sz w:val="20"/>
        </w:rPr>
        <w:fldChar w:fldCharType="end"/>
      </w:r>
      <w:r w:rsidR="006603DE">
        <w:rPr>
          <w:sz w:val="20"/>
        </w:rPr>
        <w:t xml:space="preserve"> ja</w:t>
      </w:r>
      <w:r w:rsidR="006603DE">
        <w:rPr>
          <w:sz w:val="20"/>
        </w:rPr>
        <w:tab/>
      </w:r>
      <w:r w:rsidR="006603DE"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6603DE"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 w:rsidR="006603DE">
        <w:rPr>
          <w:sz w:val="20"/>
        </w:rPr>
        <w:fldChar w:fldCharType="end"/>
      </w:r>
      <w:r w:rsidR="006603DE">
        <w:rPr>
          <w:sz w:val="20"/>
        </w:rPr>
        <w:t xml:space="preserve"> nein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 xml:space="preserve">Sonstige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</w:rPr>
      </w:pP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Warmwassererzeuger befindet sich bei </w:t>
      </w:r>
      <w:r>
        <w:rPr>
          <w:sz w:val="20"/>
        </w:rPr>
        <w:br/>
        <w:t xml:space="preserve">den Entnahmestellen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Rohre besitzen eine Wärmedämmung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Leitungslänge der Rohre zu den Wasserentnahmestellen:</w:t>
      </w:r>
      <w:r>
        <w:rPr>
          <w:sz w:val="20"/>
        </w:rPr>
        <w:t xml:space="preserve">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 xml:space="preserve">Sonstige </w:t>
      </w:r>
      <w:r w:rsidR="00114E7C">
        <w:rPr>
          <w:sz w:val="20"/>
          <w:u w:val="none"/>
          <w:lang w:val="de-DE"/>
        </w:rPr>
        <w:t xml:space="preserve">(z. B. wird bei Einhandmischern in der Mittelstellung Warmwasser zugemischt?):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</w:rPr>
      </w:pPr>
    </w:p>
    <w:p w:rsidR="006603DE" w:rsidRDefault="006603DE" w:rsidP="00216642">
      <w:pPr>
        <w:pStyle w:val="Beschriftung"/>
        <w:spacing w:after="120"/>
      </w:pPr>
      <w:r>
        <w:t>Tabelle Speicherboiler</w:t>
      </w:r>
    </w:p>
    <w:tbl>
      <w:tblPr>
        <w:tblW w:w="96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1260"/>
        <w:gridCol w:w="1260"/>
        <w:gridCol w:w="1980"/>
        <w:gridCol w:w="900"/>
        <w:gridCol w:w="1260"/>
        <w:gridCol w:w="1260"/>
      </w:tblGrid>
      <w:tr w:rsidR="006603DE">
        <w:tc>
          <w:tcPr>
            <w:tcW w:w="169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Ort</w:t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Volumen in Liter</w:t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Wasser-temperatur</w:t>
            </w:r>
          </w:p>
        </w:tc>
        <w:tc>
          <w:tcPr>
            <w:tcW w:w="198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 xml:space="preserve">Hersteller/ Fabrikat </w:t>
            </w:r>
          </w:p>
        </w:tc>
        <w:tc>
          <w:tcPr>
            <w:tcW w:w="90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Einbau-jahr</w:t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Anzahl der Abnehmer</w:t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Anschluss-leistung</w:t>
            </w:r>
          </w:p>
        </w:tc>
      </w:tr>
      <w:tr w:rsidR="006603DE">
        <w:tc>
          <w:tcPr>
            <w:tcW w:w="169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5" w:name="Text7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6" w:name="Text7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7" w:name="Text7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198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8" w:name="Text8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90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9" w:name="Text8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169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30" w:name="Text8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31" w:name="Text8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32" w:name="Text8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198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33" w:name="Text8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90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34" w:name="Text8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169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35" w:name="Text9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36" w:name="Text9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37" w:name="Text9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198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38" w:name="Text9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  <w:tc>
          <w:tcPr>
            <w:tcW w:w="90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39" w:name="Text9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169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40" w:name="Text10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41" w:name="Text10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42" w:name="Text10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2"/>
          </w:p>
        </w:tc>
        <w:tc>
          <w:tcPr>
            <w:tcW w:w="198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43" w:name="Text1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  <w:tc>
          <w:tcPr>
            <w:tcW w:w="90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44" w:name="Text1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169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45" w:name="Text1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46" w:name="Text1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6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47" w:name="Text1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7"/>
          </w:p>
        </w:tc>
        <w:tc>
          <w:tcPr>
            <w:tcW w:w="198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48" w:name="Text1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8"/>
          </w:p>
        </w:tc>
        <w:tc>
          <w:tcPr>
            <w:tcW w:w="90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49" w:name="Text1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9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603DE" w:rsidRDefault="006603DE" w:rsidP="00216642">
      <w:pPr>
        <w:tabs>
          <w:tab w:val="left" w:pos="4860"/>
          <w:tab w:val="left" w:pos="6120"/>
        </w:tabs>
        <w:spacing w:before="240"/>
        <w:rPr>
          <w:sz w:val="20"/>
        </w:rPr>
      </w:pPr>
      <w:r>
        <w:rPr>
          <w:sz w:val="20"/>
        </w:rPr>
        <w:t>Energie-Sparstellung ist ersichtlich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Energie-Sparstellung ist eingestellt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216642">
      <w:pPr>
        <w:rPr>
          <w:b/>
          <w:bCs/>
          <w:sz w:val="20"/>
        </w:rPr>
      </w:pPr>
      <w:r>
        <w:rPr>
          <w:b/>
          <w:bCs/>
          <w:sz w:val="20"/>
        </w:rPr>
        <w:br/>
      </w:r>
      <w:r w:rsidR="006603DE">
        <w:rPr>
          <w:b/>
          <w:bCs/>
          <w:sz w:val="20"/>
        </w:rPr>
        <w:t>Bemerkungen zur Warmwasseraufbereitungsanlage: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216642">
      <w:pPr>
        <w:rPr>
          <w:b/>
          <w:bCs/>
          <w:sz w:val="20"/>
        </w:rPr>
      </w:pPr>
      <w:r>
        <w:rPr>
          <w:b/>
          <w:bCs/>
          <w:sz w:val="20"/>
        </w:rPr>
        <w:br/>
      </w:r>
      <w:r w:rsidR="006603DE">
        <w:rPr>
          <w:b/>
          <w:bCs/>
          <w:sz w:val="20"/>
        </w:rPr>
        <w:t xml:space="preserve">Maßnahmen: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8A5764" w:rsidRDefault="008A5764" w:rsidP="008A5764">
      <w:pPr>
        <w:jc w:val="center"/>
        <w:rPr>
          <w:b/>
          <w:bCs/>
        </w:rPr>
      </w:pPr>
      <w:r>
        <w:rPr>
          <w:b/>
          <w:bCs/>
        </w:rPr>
        <w:lastRenderedPageBreak/>
        <w:t>Ausführung der Armaturen</w:t>
      </w:r>
    </w:p>
    <w:p w:rsidR="008A5764" w:rsidRDefault="008A5764" w:rsidP="008A5764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900"/>
        <w:gridCol w:w="908"/>
        <w:gridCol w:w="892"/>
        <w:gridCol w:w="900"/>
        <w:gridCol w:w="1800"/>
      </w:tblGrid>
      <w:tr w:rsidR="008A5764" w:rsidTr="008341F3">
        <w:trPr>
          <w:cantSplit/>
        </w:trPr>
        <w:tc>
          <w:tcPr>
            <w:tcW w:w="2410" w:type="dxa"/>
          </w:tcPr>
          <w:p w:rsidR="008A5764" w:rsidRDefault="008A5764" w:rsidP="008341F3">
            <w:pPr>
              <w:pStyle w:val="Tab-Text"/>
            </w:pPr>
          </w:p>
        </w:tc>
        <w:tc>
          <w:tcPr>
            <w:tcW w:w="3600" w:type="dxa"/>
            <w:gridSpan w:val="4"/>
          </w:tcPr>
          <w:p w:rsidR="008A5764" w:rsidRDefault="008A5764" w:rsidP="008341F3">
            <w:pPr>
              <w:pStyle w:val="Tab-Text"/>
              <w:jc w:val="center"/>
            </w:pPr>
            <w:r>
              <w:rPr>
                <w:b/>
                <w:bCs/>
              </w:rPr>
              <w:t>Anzahl oder %</w:t>
            </w:r>
          </w:p>
        </w:tc>
        <w:tc>
          <w:tcPr>
            <w:tcW w:w="1800" w:type="dxa"/>
          </w:tcPr>
          <w:p w:rsidR="008A5764" w:rsidRDefault="008A5764" w:rsidP="008341F3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 xml:space="preserve">Ausstattung </w:t>
            </w:r>
          </w:p>
        </w:tc>
      </w:tr>
      <w:tr w:rsidR="008A5764" w:rsidTr="008341F3">
        <w:tc>
          <w:tcPr>
            <w:tcW w:w="2410" w:type="dxa"/>
          </w:tcPr>
          <w:p w:rsidR="008A5764" w:rsidRDefault="008A5764" w:rsidP="008341F3">
            <w:pPr>
              <w:pStyle w:val="Tab-Text"/>
            </w:pPr>
            <w:r>
              <w:t>Armatur</w:t>
            </w:r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t>Klassen</w:t>
            </w:r>
          </w:p>
        </w:tc>
        <w:tc>
          <w:tcPr>
            <w:tcW w:w="908" w:type="dxa"/>
          </w:tcPr>
          <w:p w:rsidR="008A5764" w:rsidRDefault="008A5764" w:rsidP="008341F3">
            <w:pPr>
              <w:pStyle w:val="Tab-Text"/>
            </w:pPr>
            <w:r>
              <w:t>Toiletten</w:t>
            </w:r>
          </w:p>
        </w:tc>
        <w:tc>
          <w:tcPr>
            <w:tcW w:w="892" w:type="dxa"/>
          </w:tcPr>
          <w:p w:rsidR="008A5764" w:rsidRDefault="008A5764" w:rsidP="008341F3">
            <w:pPr>
              <w:pStyle w:val="Tab-Text"/>
            </w:pPr>
            <w:r>
              <w:t>Dusch-räume</w:t>
            </w:r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t>Küchen</w:t>
            </w:r>
          </w:p>
        </w:tc>
        <w:tc>
          <w:tcPr>
            <w:tcW w:w="1800" w:type="dxa"/>
          </w:tcPr>
          <w:p w:rsidR="008A5764" w:rsidRDefault="008A5764" w:rsidP="008341F3">
            <w:pPr>
              <w:pStyle w:val="Tab-Text"/>
            </w:pPr>
            <w:r>
              <w:t>Perlatoren</w:t>
            </w:r>
          </w:p>
          <w:p w:rsidR="008A5764" w:rsidRDefault="008A5764" w:rsidP="008341F3">
            <w:pPr>
              <w:pStyle w:val="Tab-Text"/>
            </w:pPr>
            <w:r>
              <w:t>(Anzahl oder %)</w:t>
            </w:r>
          </w:p>
        </w:tc>
      </w:tr>
      <w:tr w:rsidR="008A5764" w:rsidTr="008341F3">
        <w:tc>
          <w:tcPr>
            <w:tcW w:w="2410" w:type="dxa"/>
          </w:tcPr>
          <w:p w:rsidR="008A5764" w:rsidRDefault="008A5764" w:rsidP="008341F3">
            <w:pPr>
              <w:pStyle w:val="Tab-Text"/>
            </w:pPr>
            <w:r>
              <w:t>Nur Kaltwasser</w:t>
            </w:r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0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0"/>
          </w:p>
        </w:tc>
        <w:tc>
          <w:tcPr>
            <w:tcW w:w="908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1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1"/>
          </w:p>
        </w:tc>
        <w:tc>
          <w:tcPr>
            <w:tcW w:w="892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2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2"/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53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3"/>
          </w:p>
        </w:tc>
        <w:tc>
          <w:tcPr>
            <w:tcW w:w="18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4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4"/>
          </w:p>
        </w:tc>
      </w:tr>
      <w:tr w:rsidR="008A5764" w:rsidTr="008341F3">
        <w:tc>
          <w:tcPr>
            <w:tcW w:w="2410" w:type="dxa"/>
          </w:tcPr>
          <w:p w:rsidR="008A5764" w:rsidRDefault="008A5764" w:rsidP="008341F3">
            <w:pPr>
              <w:pStyle w:val="Tab-Text"/>
            </w:pPr>
            <w:r>
              <w:t>getrennte Warm- und Kaltwasserhähne</w:t>
            </w:r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5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5"/>
          </w:p>
        </w:tc>
        <w:tc>
          <w:tcPr>
            <w:tcW w:w="908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6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6"/>
          </w:p>
        </w:tc>
        <w:tc>
          <w:tcPr>
            <w:tcW w:w="892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57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7"/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58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8"/>
          </w:p>
        </w:tc>
        <w:tc>
          <w:tcPr>
            <w:tcW w:w="18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9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9"/>
          </w:p>
        </w:tc>
      </w:tr>
      <w:tr w:rsidR="008A5764" w:rsidTr="008341F3">
        <w:tc>
          <w:tcPr>
            <w:tcW w:w="2410" w:type="dxa"/>
          </w:tcPr>
          <w:p w:rsidR="008A5764" w:rsidRDefault="008A5764" w:rsidP="008341F3">
            <w:pPr>
              <w:pStyle w:val="Tab-Text"/>
            </w:pPr>
            <w:r>
              <w:t>Thermostatmischer</w:t>
            </w:r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60" w:name="Text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0"/>
          </w:p>
        </w:tc>
        <w:tc>
          <w:tcPr>
            <w:tcW w:w="908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61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1"/>
          </w:p>
        </w:tc>
        <w:tc>
          <w:tcPr>
            <w:tcW w:w="892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62" w:name="Text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2"/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63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3"/>
          </w:p>
        </w:tc>
        <w:tc>
          <w:tcPr>
            <w:tcW w:w="18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64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4"/>
          </w:p>
        </w:tc>
      </w:tr>
      <w:tr w:rsidR="008A5764" w:rsidTr="008341F3">
        <w:tc>
          <w:tcPr>
            <w:tcW w:w="2410" w:type="dxa"/>
          </w:tcPr>
          <w:p w:rsidR="008A5764" w:rsidRDefault="008A5764" w:rsidP="008341F3">
            <w:pPr>
              <w:pStyle w:val="Tab-Text"/>
            </w:pPr>
            <w:r>
              <w:t>Einhandmischer</w:t>
            </w:r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65" w:name="Text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5"/>
          </w:p>
        </w:tc>
        <w:tc>
          <w:tcPr>
            <w:tcW w:w="908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66" w:name="Text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6"/>
          </w:p>
        </w:tc>
        <w:tc>
          <w:tcPr>
            <w:tcW w:w="892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67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7"/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68" w:name="Text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8"/>
          </w:p>
        </w:tc>
        <w:tc>
          <w:tcPr>
            <w:tcW w:w="18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69" w:name="Text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9"/>
          </w:p>
        </w:tc>
      </w:tr>
      <w:tr w:rsidR="008A5764" w:rsidTr="008341F3">
        <w:tc>
          <w:tcPr>
            <w:tcW w:w="2410" w:type="dxa"/>
          </w:tcPr>
          <w:p w:rsidR="008A5764" w:rsidRDefault="008A5764" w:rsidP="008341F3">
            <w:pPr>
              <w:pStyle w:val="Tab-Text"/>
            </w:pPr>
            <w:r>
              <w:t>Elektronische Steuerung</w:t>
            </w:r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70" w:name="Text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0"/>
          </w:p>
        </w:tc>
        <w:tc>
          <w:tcPr>
            <w:tcW w:w="908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71" w:name="Text4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1"/>
          </w:p>
        </w:tc>
        <w:tc>
          <w:tcPr>
            <w:tcW w:w="892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72" w:name="Text4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2"/>
          </w:p>
        </w:tc>
        <w:tc>
          <w:tcPr>
            <w:tcW w:w="9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73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3"/>
          </w:p>
        </w:tc>
        <w:tc>
          <w:tcPr>
            <w:tcW w:w="1800" w:type="dxa"/>
          </w:tcPr>
          <w:p w:rsidR="008A5764" w:rsidRDefault="008A5764" w:rsidP="008341F3">
            <w:pPr>
              <w:pStyle w:val="Tab-Text"/>
            </w:pPr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74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4"/>
          </w:p>
        </w:tc>
      </w:tr>
    </w:tbl>
    <w:p w:rsidR="008A5764" w:rsidRDefault="008A5764" w:rsidP="008A5764">
      <w:pPr>
        <w:rPr>
          <w:sz w:val="20"/>
        </w:rPr>
      </w:pPr>
    </w:p>
    <w:p w:rsidR="008A5764" w:rsidRDefault="008A5764" w:rsidP="008A5764">
      <w:pPr>
        <w:rPr>
          <w:b/>
          <w:bCs/>
          <w:sz w:val="20"/>
        </w:rPr>
      </w:pPr>
      <w:r>
        <w:rPr>
          <w:b/>
          <w:bCs/>
          <w:sz w:val="20"/>
        </w:rPr>
        <w:t>Ausführung der WC-Anlagen</w:t>
      </w:r>
    </w:p>
    <w:p w:rsidR="008A5764" w:rsidRDefault="008A5764" w:rsidP="008A5764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Alte Spülkästen (...)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 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8A5764" w:rsidRDefault="008A5764" w:rsidP="008A5764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Spülkästen mit 6 Liter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 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8A5764" w:rsidRDefault="008A5764" w:rsidP="008A5764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Spülkästen mit Spartaste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 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8A5764" w:rsidRDefault="008A5764" w:rsidP="008A5764">
      <w:pPr>
        <w:rPr>
          <w:b/>
          <w:bCs/>
          <w:sz w:val="20"/>
        </w:rPr>
      </w:pPr>
      <w:r>
        <w:rPr>
          <w:b/>
          <w:bCs/>
          <w:sz w:val="20"/>
        </w:rPr>
        <w:t>Ausführung der Pissoiranlagen</w:t>
      </w:r>
    </w:p>
    <w:p w:rsidR="008A5764" w:rsidRDefault="008A5764" w:rsidP="008A5764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Reihensteuerung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 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8A5764" w:rsidRDefault="008A5764" w:rsidP="008A5764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Einzelsteuerung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 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8A5764" w:rsidRDefault="008A5764" w:rsidP="008A5764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Elektronische Steuerung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 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8A5764" w:rsidRDefault="008A5764" w:rsidP="008A5764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Elektronische Einzelsteuerung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 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8A5764" w:rsidRDefault="008A5764" w:rsidP="008A5764">
      <w:pPr>
        <w:rPr>
          <w:sz w:val="20"/>
        </w:rPr>
      </w:pPr>
    </w:p>
    <w:p w:rsidR="008A5764" w:rsidRDefault="008A5764" w:rsidP="008A5764">
      <w:pPr>
        <w:rPr>
          <w:b/>
          <w:bCs/>
          <w:sz w:val="20"/>
        </w:rPr>
      </w:pPr>
      <w:r>
        <w:rPr>
          <w:b/>
          <w:bCs/>
          <w:sz w:val="20"/>
        </w:rPr>
        <w:t>Bemerkungen zur Ausführung der Sanitäranlagen</w:t>
      </w:r>
    </w:p>
    <w:p w:rsidR="008A5764" w:rsidRDefault="008A5764" w:rsidP="008A5764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8A5764" w:rsidRDefault="008A5764" w:rsidP="008A5764">
      <w:pPr>
        <w:rPr>
          <w:b/>
          <w:bCs/>
          <w:sz w:val="20"/>
        </w:rPr>
      </w:pPr>
    </w:p>
    <w:p w:rsidR="008A5764" w:rsidRDefault="008A5764" w:rsidP="008A5764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</w:p>
    <w:p w:rsidR="008A5764" w:rsidRDefault="008A5764" w:rsidP="008A5764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8A5764" w:rsidRDefault="008A5764" w:rsidP="008A5764">
      <w:pPr>
        <w:rPr>
          <w:sz w:val="20"/>
        </w:rPr>
      </w:pPr>
    </w:p>
    <w:p w:rsidR="008A5764" w:rsidRDefault="006603DE" w:rsidP="008A5764">
      <w:pPr>
        <w:rPr>
          <w:sz w:val="20"/>
        </w:rPr>
      </w:pPr>
      <w:r>
        <w:rPr>
          <w:sz w:val="20"/>
        </w:rPr>
        <w:br w:type="page"/>
      </w:r>
    </w:p>
    <w:p w:rsidR="006603DE" w:rsidRDefault="006603DE">
      <w:pPr>
        <w:jc w:val="center"/>
        <w:rPr>
          <w:b/>
          <w:bCs/>
        </w:rPr>
      </w:pPr>
      <w:r>
        <w:rPr>
          <w:b/>
          <w:bCs/>
        </w:rPr>
        <w:lastRenderedPageBreak/>
        <w:t>Sonstige Anlagen</w:t>
      </w:r>
    </w:p>
    <w:p w:rsidR="00CB0AB8" w:rsidRDefault="00CB0AB8" w:rsidP="00CB0AB8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6603DE" w:rsidRDefault="006603DE" w:rsidP="00CB0AB8">
      <w:pPr>
        <w:pStyle w:val="Beschriftung"/>
        <w:spacing w:after="120"/>
        <w:rPr>
          <w:b/>
          <w:bCs/>
          <w:sz w:val="20"/>
        </w:rPr>
      </w:pPr>
      <w:r>
        <w:t>Tabelle Lüftungsanlagen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2520"/>
        <w:gridCol w:w="2520"/>
      </w:tblGrid>
      <w:tr w:rsidR="006603DE">
        <w:tc>
          <w:tcPr>
            <w:tcW w:w="385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</w:p>
        </w:tc>
        <w:tc>
          <w:tcPr>
            <w:tcW w:w="252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Volumen der versorgten Räume</w:t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Art der Steuerung (automatisch, manuell)</w:t>
            </w:r>
          </w:p>
        </w:tc>
      </w:tr>
      <w:tr w:rsidR="006603DE">
        <w:tc>
          <w:tcPr>
            <w:tcW w:w="3850" w:type="dxa"/>
          </w:tcPr>
          <w:p w:rsidR="006603DE" w:rsidRDefault="006603DE">
            <w:pPr>
              <w:pStyle w:val="Tab-Text"/>
            </w:pPr>
            <w:r>
              <w:t>Hygieneorientierte Abluftanlage</w:t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75" w:name="Text1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5"/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76" w:name="Text1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6"/>
          </w:p>
        </w:tc>
      </w:tr>
      <w:tr w:rsidR="006603DE">
        <w:tc>
          <w:tcPr>
            <w:tcW w:w="3850" w:type="dxa"/>
          </w:tcPr>
          <w:p w:rsidR="006603DE" w:rsidRDefault="006603DE">
            <w:pPr>
              <w:pStyle w:val="Tab-Text"/>
            </w:pPr>
            <w:r>
              <w:t>Zu- und/oder Abluftanlage mit Wärmerückgewinnung</w:t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77" w:name="Text1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7"/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78" w:name="Text1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8"/>
          </w:p>
        </w:tc>
      </w:tr>
      <w:tr w:rsidR="006603DE">
        <w:tc>
          <w:tcPr>
            <w:tcW w:w="3850" w:type="dxa"/>
          </w:tcPr>
          <w:p w:rsidR="006603DE" w:rsidRDefault="006603DE">
            <w:pPr>
              <w:pStyle w:val="Tab-Text"/>
            </w:pPr>
            <w:r>
              <w:t>Zu- und/oder Abluftanlage mit Wärmerückgewinnung</w:t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79" w:name="Text1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9"/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80" w:name="Text1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0"/>
          </w:p>
        </w:tc>
      </w:tr>
      <w:tr w:rsidR="006603DE">
        <w:tc>
          <w:tcPr>
            <w:tcW w:w="385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385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385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385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603DE" w:rsidRDefault="006603DE">
      <w:pPr>
        <w:rPr>
          <w:b/>
          <w:bCs/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CB0AB8">
        <w:rPr>
          <w:sz w:val="20"/>
        </w:rPr>
        <w:t>zur Lüftungsanlage:</w:t>
      </w:r>
      <w:r w:rsidR="00CB0AB8">
        <w:rPr>
          <w:sz w:val="20"/>
        </w:rPr>
        <w:t xml:space="preserve">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  <w:r w:rsidR="00CB0AB8" w:rsidRPr="00CB0AB8">
        <w:rPr>
          <w:sz w:val="20"/>
        </w:rPr>
        <w:t xml:space="preserve"> zur Lüftungsanlage:</w:t>
      </w:r>
      <w:r w:rsidR="00CB0AB8">
        <w:rPr>
          <w:b/>
          <w:bCs/>
          <w:sz w:val="20"/>
        </w:rPr>
        <w:t xml:space="preserve">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b/>
          <w:bCs/>
          <w:sz w:val="20"/>
        </w:rPr>
      </w:pPr>
    </w:p>
    <w:p w:rsidR="006603DE" w:rsidRDefault="006603DE" w:rsidP="00CB0AB8">
      <w:pPr>
        <w:spacing w:after="120"/>
        <w:rPr>
          <w:b/>
          <w:bCs/>
          <w:sz w:val="20"/>
        </w:rPr>
      </w:pPr>
      <w:r>
        <w:rPr>
          <w:b/>
          <w:bCs/>
          <w:sz w:val="20"/>
        </w:rPr>
        <w:t>Sonnenkollektoren</w:t>
      </w:r>
    </w:p>
    <w:tbl>
      <w:tblPr>
        <w:tblW w:w="8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1"/>
        <w:gridCol w:w="1549"/>
        <w:gridCol w:w="1260"/>
        <w:gridCol w:w="3240"/>
      </w:tblGrid>
      <w:tr w:rsidR="006603DE">
        <w:tc>
          <w:tcPr>
            <w:tcW w:w="2301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Orientierung</w:t>
            </w:r>
          </w:p>
        </w:tc>
        <w:tc>
          <w:tcPr>
            <w:tcW w:w="1549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Gesamtfläche in m²</w:t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Einbaujahr</w:t>
            </w:r>
          </w:p>
        </w:tc>
        <w:tc>
          <w:tcPr>
            <w:tcW w:w="3240" w:type="dxa"/>
          </w:tcPr>
          <w:p w:rsidR="006603DE" w:rsidRDefault="006603DE">
            <w:pPr>
              <w:pStyle w:val="Tab-Text"/>
              <w:rPr>
                <w:b/>
                <w:bCs/>
              </w:rPr>
            </w:pPr>
            <w:r>
              <w:rPr>
                <w:b/>
                <w:bCs/>
              </w:rPr>
              <w:t>Art des Kollektors (Röhrenkollektor, Flachkollektor</w:t>
            </w:r>
          </w:p>
        </w:tc>
      </w:tr>
      <w:tr w:rsidR="006603DE">
        <w:tc>
          <w:tcPr>
            <w:tcW w:w="2301" w:type="dxa"/>
          </w:tcPr>
          <w:p w:rsidR="006603DE" w:rsidRDefault="006603DE">
            <w:pPr>
              <w:pStyle w:val="Tab-Text"/>
            </w:pPr>
            <w:r>
              <w:t>Süden</w:t>
            </w:r>
          </w:p>
        </w:tc>
        <w:tc>
          <w:tcPr>
            <w:tcW w:w="1549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81" w:name="Text1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1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2301" w:type="dxa"/>
          </w:tcPr>
          <w:p w:rsidR="006603DE" w:rsidRDefault="006603DE">
            <w:pPr>
              <w:pStyle w:val="Tab-Text"/>
            </w:pPr>
            <w:r>
              <w:t>SW, SO</w:t>
            </w:r>
          </w:p>
        </w:tc>
        <w:tc>
          <w:tcPr>
            <w:tcW w:w="1549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82" w:name="Text1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2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2301" w:type="dxa"/>
          </w:tcPr>
          <w:p w:rsidR="006603DE" w:rsidRDefault="006603DE">
            <w:pPr>
              <w:pStyle w:val="Tab-Text"/>
            </w:pPr>
            <w:r>
              <w:t>Westen, Osten</w:t>
            </w:r>
          </w:p>
        </w:tc>
        <w:tc>
          <w:tcPr>
            <w:tcW w:w="1549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83" w:name="Text1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3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2301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bookmarkStart w:id="84" w:name="Text1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4"/>
          </w:p>
        </w:tc>
        <w:tc>
          <w:tcPr>
            <w:tcW w:w="1549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bookmarkStart w:id="85" w:name="Text14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5"/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603DE">
        <w:tc>
          <w:tcPr>
            <w:tcW w:w="2301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49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40" w:type="dxa"/>
          </w:tcPr>
          <w:p w:rsidR="006603DE" w:rsidRDefault="006603DE">
            <w:pPr>
              <w:pStyle w:val="Tab-Text"/>
            </w:pPr>
            <w: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603DE" w:rsidRDefault="006603DE">
      <w:pPr>
        <w:pStyle w:val="Tab-Text"/>
      </w:pPr>
    </w:p>
    <w:p w:rsidR="006603DE" w:rsidRDefault="006603DE">
      <w:pPr>
        <w:rPr>
          <w:sz w:val="20"/>
        </w:rPr>
      </w:pPr>
      <w:r>
        <w:rPr>
          <w:sz w:val="20"/>
        </w:rPr>
        <w:t xml:space="preserve">Dämmung der Leitungen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Formularfeld"/>
      </w:pPr>
      <w:r>
        <w:rPr>
          <w:sz w:val="20"/>
          <w:u w:val="none"/>
          <w:lang w:val="de-DE"/>
        </w:rPr>
        <w:t>Dimensionierung der Pufferspeicher;(m² pro Entnehmer bzw. Volumen):</w:t>
      </w:r>
      <w:r>
        <w:t xml:space="preserve"> </w:t>
      </w:r>
      <w:r>
        <w:fldChar w:fldCharType="begin">
          <w:ffData>
            <w:name w:val="Text150"/>
            <w:enabled/>
            <w:calcOnExit w:val="0"/>
            <w:textInput/>
          </w:ffData>
        </w:fldChar>
      </w:r>
      <w:bookmarkStart w:id="86" w:name="Text15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6"/>
      <w:r>
        <w:tab/>
      </w:r>
    </w:p>
    <w:p w:rsidR="006603DE" w:rsidRDefault="006603DE">
      <w:pPr>
        <w:rPr>
          <w:sz w:val="20"/>
        </w:rPr>
      </w:pPr>
      <w:r>
        <w:rPr>
          <w:sz w:val="20"/>
        </w:rPr>
        <w:t>(pro m² Kollektorfläche werden 150 Liter Pufferspeicher empfohlen)</w:t>
      </w:r>
    </w:p>
    <w:p w:rsidR="006603DE" w:rsidRDefault="006603DE">
      <w:pPr>
        <w:pStyle w:val="Tab-Text"/>
      </w:pPr>
    </w:p>
    <w:p w:rsidR="00CB0AB8" w:rsidRDefault="00CB0AB8">
      <w:pPr>
        <w:pStyle w:val="Tab-Text"/>
      </w:pPr>
    </w:p>
    <w:p w:rsidR="00CB0AB8" w:rsidRDefault="00CB0AB8">
      <w:pPr>
        <w:pStyle w:val="Tab-Text"/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CB0AB8">
        <w:rPr>
          <w:sz w:val="20"/>
        </w:rPr>
        <w:t>zu den Sonnenkollektoren:</w:t>
      </w:r>
      <w:r w:rsidR="00CB0AB8">
        <w:rPr>
          <w:b/>
          <w:bCs/>
          <w:sz w:val="20"/>
        </w:rPr>
        <w:t xml:space="preserve">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lastRenderedPageBreak/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  <w:r w:rsidR="00CB0AB8" w:rsidRPr="00CB0AB8">
        <w:rPr>
          <w:sz w:val="20"/>
        </w:rPr>
        <w:t xml:space="preserve"> zu den Sonnenkollektoren:</w:t>
      </w:r>
      <w:r w:rsidR="00CB0AB8">
        <w:rPr>
          <w:b/>
          <w:bCs/>
          <w:sz w:val="20"/>
        </w:rPr>
        <w:t xml:space="preserve">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pStyle w:val="Tab-Text"/>
      </w:pPr>
    </w:p>
    <w:p w:rsidR="00CB0AB8" w:rsidRDefault="00CB0AB8">
      <w:pPr>
        <w:pStyle w:val="Tab-Text"/>
      </w:pPr>
    </w:p>
    <w:p w:rsidR="006603DE" w:rsidRDefault="006603DE">
      <w:pPr>
        <w:jc w:val="center"/>
        <w:rPr>
          <w:b/>
          <w:bCs/>
        </w:rPr>
      </w:pPr>
      <w:r>
        <w:rPr>
          <w:b/>
          <w:bCs/>
        </w:rPr>
        <w:t>Dämmung</w:t>
      </w:r>
    </w:p>
    <w:p w:rsidR="00CB0AB8" w:rsidRDefault="00CB0AB8" w:rsidP="00CB0AB8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Ausführung der Dämmung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Dämmung der Außenwand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244016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Dämmstoff und Wandaufbau (z.B. Hohlziegel 50 cm)</w:t>
      </w:r>
      <w:r w:rsidR="006603DE">
        <w:rPr>
          <w:sz w:val="20"/>
          <w:u w:val="none"/>
          <w:lang w:val="de-DE"/>
        </w:rPr>
        <w:t>:</w:t>
      </w:r>
      <w:r w:rsidR="006603DE">
        <w:rPr>
          <w:sz w:val="20"/>
        </w:rPr>
        <w:t xml:space="preserve"> </w:t>
      </w:r>
      <w:r w:rsidR="006603DE">
        <w:rPr>
          <w:sz w:val="20"/>
        </w:rPr>
        <w:fldChar w:fldCharType="begin">
          <w:ffData>
            <w:name w:val="Text151"/>
            <w:enabled/>
            <w:calcOnExit w:val="0"/>
            <w:textInput/>
          </w:ffData>
        </w:fldChar>
      </w:r>
      <w:bookmarkStart w:id="87" w:name="Text151"/>
      <w:r w:rsidR="006603DE">
        <w:rPr>
          <w:sz w:val="20"/>
        </w:rPr>
        <w:instrText xml:space="preserve"> FORMTEXT </w:instrText>
      </w:r>
      <w:r w:rsidR="006603DE">
        <w:rPr>
          <w:sz w:val="20"/>
        </w:rPr>
      </w:r>
      <w:r w:rsidR="006603DE">
        <w:rPr>
          <w:sz w:val="20"/>
        </w:rPr>
        <w:fldChar w:fldCharType="separate"/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sz w:val="20"/>
        </w:rPr>
        <w:fldChar w:fldCharType="end"/>
      </w:r>
      <w:bookmarkEnd w:id="87"/>
      <w:r w:rsidR="006603DE">
        <w:rPr>
          <w:sz w:val="20"/>
        </w:rPr>
        <w:tab/>
      </w:r>
    </w:p>
    <w:p w:rsidR="006603DE" w:rsidRDefault="006603DE">
      <w:pPr>
        <w:tabs>
          <w:tab w:val="left" w:pos="4860"/>
          <w:tab w:val="left" w:pos="6120"/>
        </w:tabs>
        <w:rPr>
          <w:u w:val="dotted"/>
          <w:lang w:val="de-AT"/>
        </w:rPr>
      </w:pPr>
      <w:r>
        <w:rPr>
          <w:sz w:val="20"/>
        </w:rPr>
        <w:t xml:space="preserve">Stärke in cm: </w:t>
      </w:r>
      <w:r>
        <w:rPr>
          <w:u w:val="dotted"/>
          <w:lang w:val="de-AT"/>
        </w:rPr>
        <w:fldChar w:fldCharType="begin">
          <w:ffData>
            <w:name w:val="Text152"/>
            <w:enabled/>
            <w:calcOnExit w:val="0"/>
            <w:textInput/>
          </w:ffData>
        </w:fldChar>
      </w:r>
      <w:bookmarkStart w:id="88" w:name="Text152"/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bookmarkEnd w:id="88"/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Dämmung der Kellerdecke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244016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Dämmstoff und Wandaufbau (z.B. Hohlziegel 50 cm)</w:t>
      </w:r>
      <w:r w:rsidR="006603DE">
        <w:rPr>
          <w:sz w:val="20"/>
          <w:u w:val="none"/>
          <w:lang w:val="de-DE"/>
        </w:rPr>
        <w:t>:</w:t>
      </w:r>
      <w:r w:rsidR="006603DE">
        <w:rPr>
          <w:sz w:val="20"/>
        </w:rPr>
        <w:t xml:space="preserve"> </w:t>
      </w:r>
      <w:r w:rsidR="006603DE">
        <w:rPr>
          <w:sz w:val="20"/>
        </w:rPr>
        <w:fldChar w:fldCharType="begin">
          <w:ffData>
            <w:name w:val="Text151"/>
            <w:enabled/>
            <w:calcOnExit w:val="0"/>
            <w:textInput/>
          </w:ffData>
        </w:fldChar>
      </w:r>
      <w:r w:rsidR="006603DE">
        <w:rPr>
          <w:sz w:val="20"/>
        </w:rPr>
        <w:instrText xml:space="preserve"> FORMTEXT </w:instrText>
      </w:r>
      <w:r w:rsidR="006603DE">
        <w:rPr>
          <w:sz w:val="20"/>
        </w:rPr>
      </w:r>
      <w:r w:rsidR="006603DE">
        <w:rPr>
          <w:sz w:val="20"/>
        </w:rPr>
        <w:fldChar w:fldCharType="separate"/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sz w:val="20"/>
        </w:rPr>
        <w:fldChar w:fldCharType="end"/>
      </w:r>
      <w:r w:rsidR="006603DE">
        <w:rPr>
          <w:sz w:val="20"/>
        </w:rPr>
        <w:tab/>
      </w:r>
    </w:p>
    <w:p w:rsidR="006603DE" w:rsidRDefault="006603DE">
      <w:pPr>
        <w:tabs>
          <w:tab w:val="left" w:pos="4860"/>
          <w:tab w:val="left" w:pos="6120"/>
        </w:tabs>
        <w:rPr>
          <w:u w:val="dotted"/>
          <w:lang w:val="de-AT"/>
        </w:rPr>
      </w:pPr>
      <w:r>
        <w:rPr>
          <w:sz w:val="20"/>
        </w:rPr>
        <w:t xml:space="preserve">Stärke in cm: </w:t>
      </w:r>
      <w:r>
        <w:rPr>
          <w:u w:val="dotted"/>
          <w:lang w:val="de-AT"/>
        </w:rPr>
        <w:fldChar w:fldCharType="begin">
          <w:ffData>
            <w:name w:val="Text152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Dämmung der obersten Geschossdecke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244016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Dämmstoff und Wandaufbau (z.B. Hohlziegel 50 cm)</w:t>
      </w:r>
      <w:r w:rsidR="006603DE">
        <w:rPr>
          <w:sz w:val="20"/>
          <w:u w:val="none"/>
          <w:lang w:val="de-DE"/>
        </w:rPr>
        <w:t>:</w:t>
      </w:r>
      <w:r w:rsidR="006603DE">
        <w:rPr>
          <w:sz w:val="20"/>
        </w:rPr>
        <w:t xml:space="preserve"> </w:t>
      </w:r>
      <w:r w:rsidR="006603DE">
        <w:rPr>
          <w:sz w:val="20"/>
        </w:rPr>
        <w:fldChar w:fldCharType="begin">
          <w:ffData>
            <w:name w:val="Text151"/>
            <w:enabled/>
            <w:calcOnExit w:val="0"/>
            <w:textInput/>
          </w:ffData>
        </w:fldChar>
      </w:r>
      <w:r w:rsidR="006603DE">
        <w:rPr>
          <w:sz w:val="20"/>
        </w:rPr>
        <w:instrText xml:space="preserve"> FORMTEXT </w:instrText>
      </w:r>
      <w:r w:rsidR="006603DE">
        <w:rPr>
          <w:sz w:val="20"/>
        </w:rPr>
      </w:r>
      <w:r w:rsidR="006603DE">
        <w:rPr>
          <w:sz w:val="20"/>
        </w:rPr>
        <w:fldChar w:fldCharType="separate"/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sz w:val="20"/>
        </w:rPr>
        <w:fldChar w:fldCharType="end"/>
      </w:r>
      <w:r w:rsidR="006603DE">
        <w:rPr>
          <w:sz w:val="20"/>
        </w:rPr>
        <w:tab/>
      </w:r>
    </w:p>
    <w:p w:rsidR="006603DE" w:rsidRDefault="006603DE">
      <w:pPr>
        <w:tabs>
          <w:tab w:val="left" w:pos="4860"/>
          <w:tab w:val="left" w:pos="6120"/>
        </w:tabs>
        <w:rPr>
          <w:u w:val="dotted"/>
          <w:lang w:val="de-AT"/>
        </w:rPr>
      </w:pPr>
      <w:r>
        <w:rPr>
          <w:sz w:val="20"/>
        </w:rPr>
        <w:t xml:space="preserve">Stärke in cm: </w:t>
      </w:r>
      <w:r>
        <w:rPr>
          <w:u w:val="dotted"/>
          <w:lang w:val="de-AT"/>
        </w:rPr>
        <w:fldChar w:fldCharType="begin">
          <w:ffData>
            <w:name w:val="Text152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Dämmung der Dachschräge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244016" w:rsidP="00244016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Dämmstoff und Dachaufbau</w:t>
      </w:r>
      <w:r w:rsidR="006603DE">
        <w:rPr>
          <w:sz w:val="20"/>
          <w:u w:val="none"/>
          <w:lang w:val="de-DE"/>
        </w:rPr>
        <w:t>:</w:t>
      </w:r>
      <w:r w:rsidR="006603DE">
        <w:rPr>
          <w:sz w:val="20"/>
        </w:rPr>
        <w:t xml:space="preserve"> </w:t>
      </w:r>
      <w:r w:rsidR="006603DE">
        <w:rPr>
          <w:sz w:val="20"/>
        </w:rPr>
        <w:fldChar w:fldCharType="begin">
          <w:ffData>
            <w:name w:val="Text151"/>
            <w:enabled/>
            <w:calcOnExit w:val="0"/>
            <w:textInput/>
          </w:ffData>
        </w:fldChar>
      </w:r>
      <w:r w:rsidR="006603DE">
        <w:rPr>
          <w:sz w:val="20"/>
        </w:rPr>
        <w:instrText xml:space="preserve"> FORMTEXT </w:instrText>
      </w:r>
      <w:r w:rsidR="006603DE">
        <w:rPr>
          <w:sz w:val="20"/>
        </w:rPr>
      </w:r>
      <w:r w:rsidR="006603DE">
        <w:rPr>
          <w:sz w:val="20"/>
        </w:rPr>
        <w:fldChar w:fldCharType="separate"/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noProof/>
          <w:sz w:val="20"/>
        </w:rPr>
        <w:t> </w:t>
      </w:r>
      <w:r w:rsidR="006603DE">
        <w:rPr>
          <w:sz w:val="20"/>
        </w:rPr>
        <w:fldChar w:fldCharType="end"/>
      </w:r>
      <w:r w:rsidR="006603DE">
        <w:rPr>
          <w:sz w:val="20"/>
        </w:rPr>
        <w:tab/>
      </w:r>
    </w:p>
    <w:p w:rsidR="006603DE" w:rsidRDefault="006603DE">
      <w:pPr>
        <w:tabs>
          <w:tab w:val="left" w:pos="4860"/>
          <w:tab w:val="left" w:pos="6120"/>
        </w:tabs>
        <w:rPr>
          <w:u w:val="dotted"/>
          <w:lang w:val="de-AT"/>
        </w:rPr>
      </w:pPr>
      <w:r>
        <w:rPr>
          <w:sz w:val="20"/>
        </w:rPr>
        <w:t xml:space="preserve">Stärke in cm: </w:t>
      </w:r>
      <w:r>
        <w:rPr>
          <w:u w:val="dotted"/>
          <w:lang w:val="de-AT"/>
        </w:rPr>
        <w:fldChar w:fldCharType="begin">
          <w:ffData>
            <w:name w:val="Text152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Dämmung des Flachdaches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Dämmstoff</w:t>
      </w:r>
      <w:r w:rsidR="00244016" w:rsidRPr="00244016">
        <w:rPr>
          <w:sz w:val="20"/>
          <w:u w:val="none"/>
          <w:lang w:val="de-DE"/>
        </w:rPr>
        <w:t xml:space="preserve"> </w:t>
      </w:r>
      <w:r w:rsidR="00244016">
        <w:rPr>
          <w:sz w:val="20"/>
          <w:u w:val="none"/>
          <w:lang w:val="de-DE"/>
        </w:rPr>
        <w:t>und Dachaufbau</w:t>
      </w:r>
      <w:r>
        <w:rPr>
          <w:sz w:val="20"/>
          <w:u w:val="none"/>
          <w:lang w:val="de-DE"/>
        </w:rPr>
        <w:t>:</w:t>
      </w:r>
      <w:r>
        <w:rPr>
          <w:sz w:val="20"/>
        </w:rPr>
        <w:t xml:space="preserve"> </w:t>
      </w:r>
      <w:r>
        <w:rPr>
          <w:sz w:val="20"/>
        </w:rPr>
        <w:fldChar w:fldCharType="begin">
          <w:ffData>
            <w:name w:val="Text151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Stärke in cm: </w:t>
      </w:r>
      <w:r>
        <w:rPr>
          <w:u w:val="dotted"/>
          <w:lang w:val="de-AT"/>
        </w:rPr>
        <w:fldChar w:fldCharType="begin">
          <w:ffData>
            <w:name w:val="Text152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 xml:space="preserve">Sonstige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</w:t>
      </w:r>
      <w:r w:rsidRPr="00CB0AB8">
        <w:rPr>
          <w:sz w:val="20"/>
        </w:rPr>
        <w:t>zur Dämmung</w:t>
      </w:r>
      <w:r w:rsidR="00CB0AB8" w:rsidRPr="00CB0AB8">
        <w:rPr>
          <w:sz w:val="20"/>
        </w:rPr>
        <w:t>:</w:t>
      </w:r>
      <w:r w:rsidR="00CB0AB8">
        <w:rPr>
          <w:b/>
          <w:bCs/>
          <w:sz w:val="20"/>
        </w:rPr>
        <w:t xml:space="preserve">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b/>
          <w:bCs/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CB0AB8">
      <w:pPr>
        <w:jc w:val="center"/>
        <w:rPr>
          <w:b/>
          <w:bCs/>
        </w:rPr>
      </w:pPr>
      <w:r>
        <w:rPr>
          <w:b/>
          <w:bCs/>
          <w:sz w:val="20"/>
        </w:rPr>
        <w:br w:type="page"/>
      </w:r>
      <w:r>
        <w:rPr>
          <w:b/>
          <w:bCs/>
        </w:rPr>
        <w:lastRenderedPageBreak/>
        <w:t>Technische Ausführung der Fenster und Türen</w:t>
      </w:r>
    </w:p>
    <w:p w:rsidR="00CB0AB8" w:rsidRDefault="00CB0AB8" w:rsidP="00CB0AB8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6603DE" w:rsidRDefault="006603DE" w:rsidP="00D9467C">
      <w:pPr>
        <w:pStyle w:val="Beschriftung"/>
        <w:spacing w:after="120"/>
      </w:pPr>
      <w:r>
        <w:t xml:space="preserve">Ausführung der </w:t>
      </w:r>
      <w:r w:rsidRPr="00D9467C">
        <w:rPr>
          <w:b/>
          <w:bCs/>
        </w:rPr>
        <w:t>Fenster und Türen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0"/>
        <w:gridCol w:w="1980"/>
        <w:gridCol w:w="2880"/>
      </w:tblGrid>
      <w:tr w:rsidR="006603DE" w:rsidTr="00D9467C">
        <w:tc>
          <w:tcPr>
            <w:tcW w:w="2410" w:type="dxa"/>
          </w:tcPr>
          <w:p w:rsidR="006603DE" w:rsidRDefault="006603DE">
            <w:pPr>
              <w:tabs>
                <w:tab w:val="right" w:pos="5103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Art</w:t>
            </w:r>
          </w:p>
        </w:tc>
        <w:tc>
          <w:tcPr>
            <w:tcW w:w="1980" w:type="dxa"/>
          </w:tcPr>
          <w:p w:rsidR="006603DE" w:rsidRDefault="006603DE">
            <w:pPr>
              <w:tabs>
                <w:tab w:val="right" w:pos="5103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Anteil der Einfach-verglasungen in %</w:t>
            </w:r>
          </w:p>
        </w:tc>
        <w:tc>
          <w:tcPr>
            <w:tcW w:w="1980" w:type="dxa"/>
          </w:tcPr>
          <w:p w:rsidR="006603DE" w:rsidRDefault="006603DE">
            <w:pPr>
              <w:tabs>
                <w:tab w:val="right" w:pos="5103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Anteil der Doppel-verglasungen in %</w:t>
            </w:r>
          </w:p>
        </w:tc>
        <w:tc>
          <w:tcPr>
            <w:tcW w:w="2880" w:type="dxa"/>
          </w:tcPr>
          <w:p w:rsidR="006603DE" w:rsidRDefault="006603DE">
            <w:pPr>
              <w:tabs>
                <w:tab w:val="right" w:pos="5103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Anzahl der Drei-oder Mehrfachverglasungen in %</w:t>
            </w:r>
          </w:p>
        </w:tc>
      </w:tr>
      <w:tr w:rsidR="00D9467C" w:rsidTr="00D9467C">
        <w:tc>
          <w:tcPr>
            <w:tcW w:w="2410" w:type="dxa"/>
          </w:tcPr>
          <w:p w:rsidR="00D9467C" w:rsidRPr="00D9467C" w:rsidRDefault="00D9467C" w:rsidP="006603DE">
            <w:pPr>
              <w:tabs>
                <w:tab w:val="right" w:pos="5103"/>
              </w:tabs>
              <w:rPr>
                <w:b/>
                <w:bCs/>
                <w:sz w:val="20"/>
              </w:rPr>
            </w:pPr>
            <w:r w:rsidRPr="00D9467C">
              <w:rPr>
                <w:b/>
                <w:bCs/>
                <w:sz w:val="20"/>
              </w:rPr>
              <w:t>Fenster</w:t>
            </w:r>
          </w:p>
        </w:tc>
        <w:tc>
          <w:tcPr>
            <w:tcW w:w="1980" w:type="dxa"/>
          </w:tcPr>
          <w:p w:rsidR="00D9467C" w:rsidRDefault="00D9467C" w:rsidP="006603DE">
            <w:pPr>
              <w:tabs>
                <w:tab w:val="right" w:pos="5103"/>
              </w:tabs>
              <w:rPr>
                <w:sz w:val="20"/>
              </w:rPr>
            </w:pPr>
            <w: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0" w:type="dxa"/>
          </w:tcPr>
          <w:p w:rsidR="00D9467C" w:rsidRDefault="00D9467C">
            <w:r w:rsidRPr="00840A6E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40A6E">
              <w:instrText xml:space="preserve"> FORMTEXT </w:instrText>
            </w:r>
            <w:r w:rsidRPr="00840A6E">
              <w:fldChar w:fldCharType="separate"/>
            </w:r>
            <w:r w:rsidRPr="00840A6E">
              <w:rPr>
                <w:noProof/>
              </w:rPr>
              <w:t> </w:t>
            </w:r>
            <w:r w:rsidRPr="00840A6E">
              <w:rPr>
                <w:noProof/>
              </w:rPr>
              <w:t> </w:t>
            </w:r>
            <w:r w:rsidRPr="00840A6E">
              <w:rPr>
                <w:noProof/>
              </w:rPr>
              <w:t> </w:t>
            </w:r>
            <w:r w:rsidRPr="00840A6E">
              <w:rPr>
                <w:noProof/>
              </w:rPr>
              <w:t> </w:t>
            </w:r>
            <w:r w:rsidRPr="00840A6E">
              <w:rPr>
                <w:noProof/>
              </w:rPr>
              <w:t> </w:t>
            </w:r>
            <w:r w:rsidRPr="00840A6E">
              <w:fldChar w:fldCharType="end"/>
            </w:r>
          </w:p>
        </w:tc>
        <w:tc>
          <w:tcPr>
            <w:tcW w:w="2880" w:type="dxa"/>
          </w:tcPr>
          <w:p w:rsidR="00D9467C" w:rsidRDefault="00D9467C">
            <w:r w:rsidRPr="00840A6E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40A6E">
              <w:instrText xml:space="preserve"> FORMTEXT </w:instrText>
            </w:r>
            <w:r w:rsidRPr="00840A6E">
              <w:fldChar w:fldCharType="separate"/>
            </w:r>
            <w:r w:rsidRPr="00840A6E">
              <w:rPr>
                <w:noProof/>
              </w:rPr>
              <w:t> </w:t>
            </w:r>
            <w:r w:rsidRPr="00840A6E">
              <w:rPr>
                <w:noProof/>
              </w:rPr>
              <w:t> </w:t>
            </w:r>
            <w:r w:rsidRPr="00840A6E">
              <w:rPr>
                <w:noProof/>
              </w:rPr>
              <w:t> </w:t>
            </w:r>
            <w:r w:rsidRPr="00840A6E">
              <w:rPr>
                <w:noProof/>
              </w:rPr>
              <w:t> </w:t>
            </w:r>
            <w:r w:rsidRPr="00840A6E">
              <w:rPr>
                <w:noProof/>
              </w:rPr>
              <w:t> </w:t>
            </w:r>
            <w:r w:rsidRPr="00840A6E">
              <w:fldChar w:fldCharType="end"/>
            </w:r>
          </w:p>
        </w:tc>
      </w:tr>
      <w:tr w:rsidR="00D9467C" w:rsidTr="00D9467C">
        <w:tc>
          <w:tcPr>
            <w:tcW w:w="2410" w:type="dxa"/>
          </w:tcPr>
          <w:p w:rsidR="00D9467C" w:rsidRDefault="00D9467C" w:rsidP="006603DE">
            <w:pPr>
              <w:tabs>
                <w:tab w:val="right" w:pos="5103"/>
              </w:tabs>
              <w:rPr>
                <w:sz w:val="20"/>
              </w:rPr>
            </w:pPr>
            <w:r>
              <w:rPr>
                <w:sz w:val="20"/>
              </w:rPr>
              <w:t>Fenstertyp</w:t>
            </w:r>
            <w:r>
              <w:rPr>
                <w:sz w:val="20"/>
              </w:rPr>
              <w:br/>
              <w:t>(z. B. Kastenfenster, Verbundfenster)</w:t>
            </w:r>
          </w:p>
        </w:tc>
        <w:tc>
          <w:tcPr>
            <w:tcW w:w="1980" w:type="dxa"/>
          </w:tcPr>
          <w:p w:rsidR="00D9467C" w:rsidRDefault="00D9467C">
            <w:r w:rsidRPr="001F289C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F289C">
              <w:instrText xml:space="preserve"> FORMTEXT </w:instrText>
            </w:r>
            <w:r w:rsidRPr="001F289C">
              <w:fldChar w:fldCharType="separate"/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fldChar w:fldCharType="end"/>
            </w:r>
          </w:p>
        </w:tc>
        <w:tc>
          <w:tcPr>
            <w:tcW w:w="1980" w:type="dxa"/>
          </w:tcPr>
          <w:p w:rsidR="00D9467C" w:rsidRDefault="00D9467C">
            <w:r w:rsidRPr="001F289C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F289C">
              <w:instrText xml:space="preserve"> FORMTEXT </w:instrText>
            </w:r>
            <w:r w:rsidRPr="001F289C">
              <w:fldChar w:fldCharType="separate"/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fldChar w:fldCharType="end"/>
            </w:r>
          </w:p>
        </w:tc>
        <w:tc>
          <w:tcPr>
            <w:tcW w:w="2880" w:type="dxa"/>
          </w:tcPr>
          <w:p w:rsidR="00D9467C" w:rsidRDefault="00D9467C">
            <w:r w:rsidRPr="001F289C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F289C">
              <w:instrText xml:space="preserve"> FORMTEXT </w:instrText>
            </w:r>
            <w:r w:rsidRPr="001F289C">
              <w:fldChar w:fldCharType="separate"/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fldChar w:fldCharType="end"/>
            </w:r>
          </w:p>
        </w:tc>
      </w:tr>
      <w:tr w:rsidR="00D9467C" w:rsidTr="00D9467C">
        <w:tc>
          <w:tcPr>
            <w:tcW w:w="2410" w:type="dxa"/>
          </w:tcPr>
          <w:p w:rsidR="00D9467C" w:rsidRDefault="00D9467C" w:rsidP="006603DE">
            <w:pPr>
              <w:tabs>
                <w:tab w:val="right" w:pos="5103"/>
              </w:tabs>
              <w:rPr>
                <w:sz w:val="20"/>
              </w:rPr>
            </w:pPr>
            <w:r>
              <w:rPr>
                <w:sz w:val="20"/>
              </w:rPr>
              <w:t>Rahmentyp</w:t>
            </w:r>
            <w:r>
              <w:rPr>
                <w:sz w:val="20"/>
              </w:rPr>
              <w:br/>
              <w:t>(z. B. Holz, Alu, PVC …)</w:t>
            </w:r>
          </w:p>
        </w:tc>
        <w:tc>
          <w:tcPr>
            <w:tcW w:w="1980" w:type="dxa"/>
          </w:tcPr>
          <w:p w:rsidR="00D9467C" w:rsidRDefault="00D9467C">
            <w:r w:rsidRPr="001F289C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F289C">
              <w:instrText xml:space="preserve"> FORMTEXT </w:instrText>
            </w:r>
            <w:r w:rsidRPr="001F289C">
              <w:fldChar w:fldCharType="separate"/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fldChar w:fldCharType="end"/>
            </w:r>
          </w:p>
        </w:tc>
        <w:tc>
          <w:tcPr>
            <w:tcW w:w="1980" w:type="dxa"/>
          </w:tcPr>
          <w:p w:rsidR="00D9467C" w:rsidRDefault="00D9467C">
            <w:r w:rsidRPr="001F289C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F289C">
              <w:instrText xml:space="preserve"> FORMTEXT </w:instrText>
            </w:r>
            <w:r w:rsidRPr="001F289C">
              <w:fldChar w:fldCharType="separate"/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fldChar w:fldCharType="end"/>
            </w:r>
          </w:p>
        </w:tc>
        <w:tc>
          <w:tcPr>
            <w:tcW w:w="2880" w:type="dxa"/>
          </w:tcPr>
          <w:p w:rsidR="00D9467C" w:rsidRDefault="00D9467C">
            <w:r w:rsidRPr="001F289C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F289C">
              <w:instrText xml:space="preserve"> FORMTEXT </w:instrText>
            </w:r>
            <w:r w:rsidRPr="001F289C">
              <w:fldChar w:fldCharType="separate"/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fldChar w:fldCharType="end"/>
            </w:r>
          </w:p>
        </w:tc>
      </w:tr>
      <w:tr w:rsidR="00D9467C" w:rsidTr="00D9467C">
        <w:tc>
          <w:tcPr>
            <w:tcW w:w="2410" w:type="dxa"/>
          </w:tcPr>
          <w:p w:rsidR="00D9467C" w:rsidRDefault="00D9467C" w:rsidP="006603DE">
            <w:pPr>
              <w:tabs>
                <w:tab w:val="right" w:pos="5103"/>
              </w:tabs>
              <w:rPr>
                <w:sz w:val="20"/>
              </w:rPr>
            </w:pPr>
            <w:r>
              <w:rPr>
                <w:sz w:val="20"/>
              </w:rPr>
              <w:t>Türen</w:t>
            </w:r>
          </w:p>
        </w:tc>
        <w:tc>
          <w:tcPr>
            <w:tcW w:w="1980" w:type="dxa"/>
          </w:tcPr>
          <w:p w:rsidR="00D9467C" w:rsidRDefault="00D9467C" w:rsidP="006603DE">
            <w:r w:rsidRPr="001F289C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F289C">
              <w:instrText xml:space="preserve"> FORMTEXT </w:instrText>
            </w:r>
            <w:r w:rsidRPr="001F289C">
              <w:fldChar w:fldCharType="separate"/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fldChar w:fldCharType="end"/>
            </w:r>
          </w:p>
        </w:tc>
        <w:tc>
          <w:tcPr>
            <w:tcW w:w="1980" w:type="dxa"/>
          </w:tcPr>
          <w:p w:rsidR="00D9467C" w:rsidRDefault="00D9467C" w:rsidP="006603DE">
            <w:r w:rsidRPr="001F289C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F289C">
              <w:instrText xml:space="preserve"> FORMTEXT </w:instrText>
            </w:r>
            <w:r w:rsidRPr="001F289C">
              <w:fldChar w:fldCharType="separate"/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fldChar w:fldCharType="end"/>
            </w:r>
          </w:p>
        </w:tc>
        <w:tc>
          <w:tcPr>
            <w:tcW w:w="2880" w:type="dxa"/>
          </w:tcPr>
          <w:p w:rsidR="00D9467C" w:rsidRDefault="00D9467C" w:rsidP="006603DE">
            <w:r w:rsidRPr="001F289C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F289C">
              <w:instrText xml:space="preserve"> FORMTEXT </w:instrText>
            </w:r>
            <w:r w:rsidRPr="001F289C">
              <w:fldChar w:fldCharType="separate"/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rPr>
                <w:noProof/>
              </w:rPr>
              <w:t> </w:t>
            </w:r>
            <w:r w:rsidRPr="001F289C">
              <w:fldChar w:fldCharType="end"/>
            </w:r>
          </w:p>
        </w:tc>
      </w:tr>
      <w:tr w:rsidR="00D9467C" w:rsidTr="00D9467C">
        <w:tc>
          <w:tcPr>
            <w:tcW w:w="2410" w:type="dxa"/>
          </w:tcPr>
          <w:p w:rsidR="00D9467C" w:rsidRDefault="00D9467C" w:rsidP="006603DE">
            <w:pPr>
              <w:tabs>
                <w:tab w:val="right" w:pos="5103"/>
              </w:tabs>
              <w:rPr>
                <w:sz w:val="20"/>
              </w:rPr>
            </w:pPr>
            <w:r>
              <w:rPr>
                <w:sz w:val="20"/>
              </w:rPr>
              <w:t>Türentyp</w:t>
            </w:r>
          </w:p>
        </w:tc>
        <w:tc>
          <w:tcPr>
            <w:tcW w:w="1980" w:type="dxa"/>
          </w:tcPr>
          <w:p w:rsidR="00D9467C" w:rsidRDefault="00D9467C">
            <w:r w:rsidRPr="00681C22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81C22">
              <w:instrText xml:space="preserve"> FORMTEXT </w:instrText>
            </w:r>
            <w:r w:rsidRPr="00681C22">
              <w:fldChar w:fldCharType="separate"/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fldChar w:fldCharType="end"/>
            </w:r>
          </w:p>
        </w:tc>
        <w:tc>
          <w:tcPr>
            <w:tcW w:w="1980" w:type="dxa"/>
          </w:tcPr>
          <w:p w:rsidR="00D9467C" w:rsidRDefault="00D9467C">
            <w:r w:rsidRPr="00681C22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81C22">
              <w:instrText xml:space="preserve"> FORMTEXT </w:instrText>
            </w:r>
            <w:r w:rsidRPr="00681C22">
              <w:fldChar w:fldCharType="separate"/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fldChar w:fldCharType="end"/>
            </w:r>
          </w:p>
        </w:tc>
        <w:tc>
          <w:tcPr>
            <w:tcW w:w="2880" w:type="dxa"/>
          </w:tcPr>
          <w:p w:rsidR="00D9467C" w:rsidRDefault="00D9467C">
            <w:r w:rsidRPr="00681C22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81C22">
              <w:instrText xml:space="preserve"> FORMTEXT </w:instrText>
            </w:r>
            <w:r w:rsidRPr="00681C22">
              <w:fldChar w:fldCharType="separate"/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fldChar w:fldCharType="end"/>
            </w:r>
          </w:p>
        </w:tc>
      </w:tr>
      <w:tr w:rsidR="00D9467C" w:rsidTr="00D9467C">
        <w:tc>
          <w:tcPr>
            <w:tcW w:w="2410" w:type="dxa"/>
          </w:tcPr>
          <w:p w:rsidR="00D9467C" w:rsidRDefault="00D9467C" w:rsidP="006603DE">
            <w:pPr>
              <w:tabs>
                <w:tab w:val="right" w:pos="5103"/>
              </w:tabs>
              <w:rPr>
                <w:sz w:val="20"/>
              </w:rPr>
            </w:pPr>
            <w:r>
              <w:rPr>
                <w:sz w:val="20"/>
              </w:rPr>
              <w:t>Rahmentyp</w:t>
            </w:r>
          </w:p>
        </w:tc>
        <w:tc>
          <w:tcPr>
            <w:tcW w:w="1980" w:type="dxa"/>
          </w:tcPr>
          <w:p w:rsidR="00D9467C" w:rsidRDefault="00D9467C">
            <w:r w:rsidRPr="00681C22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81C22">
              <w:instrText xml:space="preserve"> FORMTEXT </w:instrText>
            </w:r>
            <w:r w:rsidRPr="00681C22">
              <w:fldChar w:fldCharType="separate"/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fldChar w:fldCharType="end"/>
            </w:r>
          </w:p>
        </w:tc>
        <w:tc>
          <w:tcPr>
            <w:tcW w:w="1980" w:type="dxa"/>
          </w:tcPr>
          <w:p w:rsidR="00D9467C" w:rsidRDefault="00D9467C">
            <w:r w:rsidRPr="00681C22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81C22">
              <w:instrText xml:space="preserve"> FORMTEXT </w:instrText>
            </w:r>
            <w:r w:rsidRPr="00681C22">
              <w:fldChar w:fldCharType="separate"/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fldChar w:fldCharType="end"/>
            </w:r>
          </w:p>
        </w:tc>
        <w:tc>
          <w:tcPr>
            <w:tcW w:w="2880" w:type="dxa"/>
          </w:tcPr>
          <w:p w:rsidR="00D9467C" w:rsidRDefault="00D9467C">
            <w:r w:rsidRPr="00681C22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81C22">
              <w:instrText xml:space="preserve"> FORMTEXT </w:instrText>
            </w:r>
            <w:r w:rsidRPr="00681C22">
              <w:fldChar w:fldCharType="separate"/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rPr>
                <w:noProof/>
              </w:rPr>
              <w:t> </w:t>
            </w:r>
            <w:r w:rsidRPr="00681C22">
              <w:fldChar w:fldCharType="end"/>
            </w:r>
          </w:p>
        </w:tc>
      </w:tr>
    </w:tbl>
    <w:p w:rsidR="006603DE" w:rsidRDefault="006603DE">
      <w:pPr>
        <w:tabs>
          <w:tab w:val="right" w:pos="5103"/>
        </w:tabs>
        <w:rPr>
          <w:sz w:val="20"/>
        </w:rPr>
      </w:pP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>Sonstige:</w:t>
      </w:r>
      <w:r>
        <w:rPr>
          <w:sz w:val="20"/>
        </w:rPr>
        <w:t xml:space="preserve"> </w:t>
      </w:r>
      <w:r>
        <w:rPr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b/>
          <w:bCs/>
          <w:sz w:val="20"/>
        </w:rPr>
      </w:pP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>Der Zustand der Fenster ist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gut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mittel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schlecht</w:t>
      </w:r>
    </w:p>
    <w:p w:rsidR="006603DE" w:rsidRDefault="006603DE">
      <w:pPr>
        <w:pStyle w:val="janein"/>
        <w:tabs>
          <w:tab w:val="clear" w:pos="7938"/>
          <w:tab w:val="clear" w:pos="9639"/>
          <w:tab w:val="left" w:pos="4860"/>
          <w:tab w:val="left" w:pos="6120"/>
        </w:tabs>
        <w:rPr>
          <w:sz w:val="20"/>
        </w:rPr>
      </w:pPr>
      <w:r>
        <w:rPr>
          <w:sz w:val="20"/>
        </w:rPr>
        <w:t>Der Zustand der Türen ist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gut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mittel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schlecht</w:t>
      </w:r>
    </w:p>
    <w:p w:rsidR="006603DE" w:rsidRDefault="006603DE">
      <w:pPr>
        <w:rPr>
          <w:b/>
          <w:bCs/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 xml:space="preserve">Bemerkungen zur Ausführung der Fenster und Türen 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b/>
          <w:bCs/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Maßnahmen: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 w:rsidP="00CB0AB8">
      <w:pPr>
        <w:jc w:val="center"/>
        <w:rPr>
          <w:b/>
          <w:bCs/>
        </w:rPr>
      </w:pPr>
      <w:r>
        <w:rPr>
          <w:b/>
          <w:bCs/>
          <w:sz w:val="20"/>
        </w:rPr>
        <w:br w:type="page"/>
      </w:r>
      <w:r>
        <w:rPr>
          <w:b/>
          <w:bCs/>
        </w:rPr>
        <w:lastRenderedPageBreak/>
        <w:t>Ausführung der Beleuchtungstechnik</w:t>
      </w:r>
    </w:p>
    <w:p w:rsidR="00CB0AB8" w:rsidRDefault="00CB0AB8" w:rsidP="00CB0AB8">
      <w:pPr>
        <w:pStyle w:val="janein"/>
        <w:tabs>
          <w:tab w:val="clear" w:pos="7938"/>
          <w:tab w:val="clear" w:pos="9639"/>
          <w:tab w:val="left" w:pos="2340"/>
          <w:tab w:val="left" w:pos="3600"/>
          <w:tab w:val="left" w:pos="5580"/>
        </w:tabs>
        <w:spacing w:before="240"/>
        <w:rPr>
          <w:rFonts w:cs="Arial"/>
          <w:color w:val="000000"/>
          <w:sz w:val="20"/>
        </w:rPr>
      </w:pPr>
      <w:r w:rsidRPr="00365F39">
        <w:rPr>
          <w:rFonts w:cs="Arial"/>
          <w:b/>
          <w:bCs/>
          <w:color w:val="000000"/>
          <w:sz w:val="20"/>
        </w:rPr>
        <w:t>Datum</w:t>
      </w:r>
      <w:r>
        <w:rPr>
          <w:rFonts w:cs="Arial"/>
          <w:color w:val="000000"/>
          <w:sz w:val="20"/>
        </w:rPr>
        <w:t xml:space="preserve"> der Erhebung: </w:t>
      </w:r>
      <w:r>
        <w:rPr>
          <w:sz w:val="20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 w:rsidRPr="00365F39">
        <w:rPr>
          <w:sz w:val="20"/>
          <w:lang w:val="de-AT"/>
        </w:rPr>
        <w:tab/>
      </w:r>
      <w:r w:rsidRPr="00365F39">
        <w:rPr>
          <w:b/>
          <w:bCs/>
          <w:sz w:val="20"/>
          <w:lang w:val="de-AT"/>
        </w:rPr>
        <w:t>Verantwortliche/r</w:t>
      </w:r>
      <w:r>
        <w:rPr>
          <w:sz w:val="20"/>
          <w:lang w:val="de-AT"/>
        </w:rPr>
        <w:t>:</w:t>
      </w:r>
      <w:r>
        <w:rPr>
          <w:sz w:val="20"/>
          <w:lang w:val="de-AT"/>
        </w:rPr>
        <w:tab/>
      </w:r>
      <w:r>
        <w:rPr>
          <w:sz w:val="20"/>
          <w:u w:val="dotted"/>
          <w:lang w:val="de-AT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 w:val="20"/>
          <w:u w:val="dotted"/>
          <w:lang w:val="de-AT"/>
        </w:rPr>
        <w:instrText xml:space="preserve"> FORMTEXT </w:instrText>
      </w:r>
      <w:r>
        <w:rPr>
          <w:sz w:val="20"/>
          <w:u w:val="dotted"/>
          <w:lang w:val="de-AT"/>
        </w:rPr>
      </w:r>
      <w:r>
        <w:rPr>
          <w:sz w:val="20"/>
          <w:u w:val="dotted"/>
          <w:lang w:val="de-A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0"/>
          <w:u w:val="dotted"/>
          <w:lang w:val="de-AT"/>
        </w:rPr>
        <w:t> </w:t>
      </w:r>
      <w:r>
        <w:rPr>
          <w:sz w:val="20"/>
          <w:u w:val="dotted"/>
          <w:lang w:val="de-AT"/>
        </w:rPr>
        <w:fldChar w:fldCharType="end"/>
      </w:r>
      <w:r>
        <w:rPr>
          <w:sz w:val="20"/>
          <w:u w:val="dotted"/>
          <w:lang w:val="de-AT"/>
        </w:rPr>
        <w:br/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Prismatische Abdeckungen der Leuchten vorhanden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Vorschaltgeräte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Anwesenheitssteuerung bei Gangbeleuchtung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Anwesenheitssteuerung bei Klassenbeleuchtung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Anwesenheitssteuerung bei Turnsaalbeleuchtung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Sensorsteuerung bei Fluchtwegen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 xml:space="preserve">Sonstige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Leuchten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Glühbirnen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bookmarkStart w:id="89" w:name="Text153"/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bookmarkEnd w:id="89"/>
      <w:r>
        <w:rPr>
          <w:sz w:val="20"/>
        </w:rPr>
        <w:t>%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Leuchtstoffröhren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6603DE" w:rsidRDefault="006603DE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 xml:space="preserve">Energiesparlampen 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 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A82276" w:rsidRDefault="00A82276" w:rsidP="00A82276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Halogenleuchten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ja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nein </w:t>
      </w:r>
      <w:r>
        <w:rPr>
          <w:sz w:val="20"/>
        </w:rPr>
        <w:tab/>
        <w:t xml:space="preserve">Anteil in </w:t>
      </w:r>
      <w:r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u w:val="dotted"/>
          <w:lang w:val="de-AT"/>
        </w:rPr>
        <w:instrText xml:space="preserve"> FORMTEXT </w:instrText>
      </w:r>
      <w:r>
        <w:rPr>
          <w:u w:val="dotted"/>
          <w:lang w:val="de-AT"/>
        </w:rPr>
      </w:r>
      <w:r>
        <w:rPr>
          <w:u w:val="dotted"/>
          <w:lang w:val="de-AT"/>
        </w:rPr>
        <w:fldChar w:fldCharType="separate"/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noProof/>
          <w:u w:val="dotted"/>
          <w:lang w:val="de-AT"/>
        </w:rPr>
        <w:t> </w:t>
      </w:r>
      <w:r>
        <w:rPr>
          <w:u w:val="dotted"/>
          <w:lang w:val="de-AT"/>
        </w:rPr>
        <w:fldChar w:fldCharType="end"/>
      </w:r>
      <w:r>
        <w:rPr>
          <w:sz w:val="20"/>
        </w:rPr>
        <w:t>%</w:t>
      </w:r>
    </w:p>
    <w:p w:rsidR="006603DE" w:rsidRDefault="00A82276">
      <w:pPr>
        <w:tabs>
          <w:tab w:val="left" w:pos="4860"/>
          <w:tab w:val="left" w:pos="6120"/>
        </w:tabs>
        <w:rPr>
          <w:sz w:val="20"/>
        </w:rPr>
      </w:pPr>
      <w:r>
        <w:rPr>
          <w:sz w:val="20"/>
        </w:rPr>
        <w:t>LED</w:t>
      </w:r>
      <w:r w:rsidR="006603DE">
        <w:rPr>
          <w:sz w:val="20"/>
        </w:rPr>
        <w:tab/>
      </w:r>
      <w:r w:rsidR="006603DE"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603DE"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 w:rsidR="006603DE">
        <w:rPr>
          <w:sz w:val="20"/>
        </w:rPr>
        <w:fldChar w:fldCharType="end"/>
      </w:r>
      <w:r w:rsidR="006603DE">
        <w:rPr>
          <w:sz w:val="20"/>
        </w:rPr>
        <w:t xml:space="preserve"> ja</w:t>
      </w:r>
      <w:r w:rsidR="006603DE">
        <w:rPr>
          <w:sz w:val="20"/>
        </w:rPr>
        <w:tab/>
      </w:r>
      <w:r w:rsidR="006603DE"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6603DE">
        <w:rPr>
          <w:sz w:val="20"/>
        </w:rPr>
        <w:instrText xml:space="preserve"> FORMCHECKBOX </w:instrText>
      </w:r>
      <w:r w:rsidR="008F795D">
        <w:rPr>
          <w:sz w:val="20"/>
        </w:rPr>
      </w:r>
      <w:r w:rsidR="008F795D">
        <w:rPr>
          <w:sz w:val="20"/>
        </w:rPr>
        <w:fldChar w:fldCharType="separate"/>
      </w:r>
      <w:r w:rsidR="006603DE">
        <w:rPr>
          <w:sz w:val="20"/>
        </w:rPr>
        <w:fldChar w:fldCharType="end"/>
      </w:r>
      <w:r w:rsidR="006603DE">
        <w:rPr>
          <w:sz w:val="20"/>
        </w:rPr>
        <w:t xml:space="preserve"> nein </w:t>
      </w:r>
      <w:r w:rsidR="006603DE">
        <w:rPr>
          <w:sz w:val="20"/>
        </w:rPr>
        <w:tab/>
        <w:t xml:space="preserve">Anteil in </w:t>
      </w:r>
      <w:r w:rsidR="006603DE">
        <w:rPr>
          <w:u w:val="dotted"/>
          <w:lang w:val="de-AT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="006603DE">
        <w:rPr>
          <w:u w:val="dotted"/>
          <w:lang w:val="de-AT"/>
        </w:rPr>
        <w:instrText xml:space="preserve"> FORMTEXT </w:instrText>
      </w:r>
      <w:r w:rsidR="006603DE">
        <w:rPr>
          <w:u w:val="dotted"/>
          <w:lang w:val="de-AT"/>
        </w:rPr>
      </w:r>
      <w:r w:rsidR="006603DE">
        <w:rPr>
          <w:u w:val="dotted"/>
          <w:lang w:val="de-AT"/>
        </w:rPr>
        <w:fldChar w:fldCharType="separate"/>
      </w:r>
      <w:r w:rsidR="006603DE">
        <w:rPr>
          <w:noProof/>
          <w:u w:val="dotted"/>
          <w:lang w:val="de-AT"/>
        </w:rPr>
        <w:t> </w:t>
      </w:r>
      <w:r w:rsidR="006603DE">
        <w:rPr>
          <w:noProof/>
          <w:u w:val="dotted"/>
          <w:lang w:val="de-AT"/>
        </w:rPr>
        <w:t> </w:t>
      </w:r>
      <w:r w:rsidR="006603DE">
        <w:rPr>
          <w:noProof/>
          <w:u w:val="dotted"/>
          <w:lang w:val="de-AT"/>
        </w:rPr>
        <w:t> </w:t>
      </w:r>
      <w:r w:rsidR="006603DE">
        <w:rPr>
          <w:noProof/>
          <w:u w:val="dotted"/>
          <w:lang w:val="de-AT"/>
        </w:rPr>
        <w:t> </w:t>
      </w:r>
      <w:r w:rsidR="006603DE">
        <w:rPr>
          <w:noProof/>
          <w:u w:val="dotted"/>
          <w:lang w:val="de-AT"/>
        </w:rPr>
        <w:t> </w:t>
      </w:r>
      <w:r w:rsidR="006603DE">
        <w:rPr>
          <w:u w:val="dotted"/>
          <w:lang w:val="de-AT"/>
        </w:rPr>
        <w:fldChar w:fldCharType="end"/>
      </w:r>
      <w:r w:rsidR="006603DE">
        <w:rPr>
          <w:sz w:val="20"/>
        </w:rPr>
        <w:t>%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  <w:u w:val="none"/>
          <w:lang w:val="de-DE"/>
        </w:rPr>
        <w:t xml:space="preserve">Sonstige </w:t>
      </w: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  <w:lang w:val="de-AT"/>
        </w:rPr>
      </w:pPr>
    </w:p>
    <w:p w:rsidR="006603DE" w:rsidRDefault="006603DE">
      <w:pPr>
        <w:rPr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Bemerkungen zur Ausführung der Beleuchtung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b/>
          <w:bCs/>
          <w:sz w:val="20"/>
        </w:rPr>
      </w:pPr>
    </w:p>
    <w:p w:rsidR="006603DE" w:rsidRDefault="006603DE">
      <w:pPr>
        <w:rPr>
          <w:b/>
          <w:bCs/>
          <w:sz w:val="20"/>
        </w:rPr>
      </w:pPr>
      <w:r>
        <w:rPr>
          <w:b/>
          <w:bCs/>
          <w:sz w:val="20"/>
        </w:rPr>
        <w:t>Maßnahmen</w:t>
      </w:r>
    </w:p>
    <w:p w:rsidR="006603DE" w:rsidRDefault="006603DE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6603DE" w:rsidRDefault="006603DE">
      <w:pPr>
        <w:rPr>
          <w:sz w:val="20"/>
        </w:rPr>
      </w:pPr>
    </w:p>
    <w:p w:rsidR="006603DE" w:rsidRDefault="006603DE" w:rsidP="008A5764">
      <w:pPr>
        <w:rPr>
          <w:sz w:val="20"/>
        </w:rPr>
      </w:pPr>
    </w:p>
    <w:p w:rsidR="00E8307B" w:rsidRDefault="00E8307B" w:rsidP="008A5764">
      <w:pPr>
        <w:rPr>
          <w:sz w:val="20"/>
        </w:rPr>
      </w:pPr>
    </w:p>
    <w:p w:rsidR="00E8307B" w:rsidRPr="00E8307B" w:rsidRDefault="00E8307B" w:rsidP="008A5764">
      <w:pPr>
        <w:rPr>
          <w:bCs/>
          <w:sz w:val="20"/>
        </w:rPr>
      </w:pPr>
      <w:r w:rsidRPr="00E8307B">
        <w:rPr>
          <w:b/>
          <w:bCs/>
          <w:sz w:val="20"/>
        </w:rPr>
        <w:t>Sonstiges</w:t>
      </w:r>
      <w:r>
        <w:rPr>
          <w:b/>
          <w:bCs/>
          <w:sz w:val="20"/>
        </w:rPr>
        <w:t xml:space="preserve"> </w:t>
      </w:r>
      <w:r w:rsidRPr="00E8307B">
        <w:rPr>
          <w:bCs/>
          <w:sz w:val="20"/>
        </w:rPr>
        <w:t xml:space="preserve">(z.B. Lademöglichkeit für Pedelecs, e-Autos </w:t>
      </w:r>
      <w:r w:rsidR="00317878">
        <w:rPr>
          <w:bCs/>
          <w:sz w:val="20"/>
        </w:rPr>
        <w:t xml:space="preserve">(mit Ladeleistung) </w:t>
      </w:r>
      <w:r w:rsidRPr="00E8307B">
        <w:rPr>
          <w:bCs/>
          <w:sz w:val="20"/>
        </w:rPr>
        <w:t>etc.)</w:t>
      </w:r>
    </w:p>
    <w:p w:rsidR="00E8307B" w:rsidRDefault="00E8307B" w:rsidP="00E8307B">
      <w:pPr>
        <w:pStyle w:val="Formularfeld"/>
        <w:rPr>
          <w:sz w:val="20"/>
        </w:rPr>
      </w:pPr>
      <w:r>
        <w:rPr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</w:p>
    <w:p w:rsidR="00E8307B" w:rsidRPr="00E8307B" w:rsidRDefault="00E8307B" w:rsidP="008A5764">
      <w:pPr>
        <w:rPr>
          <w:b/>
          <w:bCs/>
          <w:sz w:val="20"/>
        </w:rPr>
      </w:pPr>
    </w:p>
    <w:sectPr w:rsidR="00E8307B" w:rsidRPr="00E8307B" w:rsidSect="00B87CB2">
      <w:headerReference w:type="default" r:id="rId9"/>
      <w:headerReference w:type="first" r:id="rId10"/>
      <w:pgSz w:w="11906" w:h="16838" w:code="9"/>
      <w:pgMar w:top="907" w:right="1077" w:bottom="851" w:left="107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5D8" w:rsidRDefault="001715D8">
      <w:r>
        <w:separator/>
      </w:r>
    </w:p>
  </w:endnote>
  <w:endnote w:type="continuationSeparator" w:id="0">
    <w:p w:rsidR="001715D8" w:rsidRDefault="0017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5D8" w:rsidRDefault="001715D8" w:rsidP="006603DE">
      <w:pPr>
        <w:spacing w:line="200" w:lineRule="atLeast"/>
      </w:pPr>
      <w:r>
        <w:separator/>
      </w:r>
    </w:p>
  </w:footnote>
  <w:footnote w:type="continuationSeparator" w:id="0">
    <w:p w:rsidR="001715D8" w:rsidRDefault="001715D8">
      <w:r>
        <w:continuationSeparator/>
      </w:r>
    </w:p>
  </w:footnote>
  <w:footnote w:id="1">
    <w:p w:rsidR="006603DE" w:rsidRPr="006603DE" w:rsidRDefault="006603DE" w:rsidP="000B222C">
      <w:pPr>
        <w:pStyle w:val="Funotentext"/>
        <w:spacing w:before="60"/>
        <w:rPr>
          <w:sz w:val="20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 w:rsidRPr="006603DE">
        <w:rPr>
          <w:b/>
          <w:bCs/>
          <w:sz w:val="20"/>
        </w:rPr>
        <w:t>Quelle.</w:t>
      </w:r>
      <w:r w:rsidRPr="006603DE">
        <w:rPr>
          <w:sz w:val="20"/>
        </w:rPr>
        <w:t xml:space="preserve"> VKI in Anlehnung an das </w:t>
      </w:r>
      <w:r w:rsidRPr="006603DE">
        <w:rPr>
          <w:caps/>
          <w:sz w:val="20"/>
        </w:rPr>
        <w:t>Netzwerk kommunaler Umweltprojekte</w:t>
      </w:r>
      <w:r w:rsidRPr="006603DE">
        <w:rPr>
          <w:sz w:val="20"/>
        </w:rPr>
        <w:t xml:space="preserve"> und ÖKOLOG-Materialienordner (FORUM Umweltbildung)</w:t>
      </w:r>
      <w:r>
        <w:rPr>
          <w:sz w:val="20"/>
        </w:rPr>
        <w:t xml:space="preserve">. </w:t>
      </w:r>
      <w:r w:rsidRPr="006603DE">
        <w:rPr>
          <w:sz w:val="20"/>
        </w:rPr>
        <w:br/>
      </w:r>
      <w:r w:rsidR="00485B51" w:rsidRPr="00485B51">
        <w:rPr>
          <w:bCs/>
          <w:sz w:val="20"/>
        </w:rPr>
        <w:t>Teilweise Überarbeitung 2014</w:t>
      </w:r>
      <w:r w:rsidR="005B1A17">
        <w:rPr>
          <w:bCs/>
          <w:sz w:val="20"/>
        </w:rPr>
        <w:t xml:space="preserve"> und 2018</w:t>
      </w:r>
      <w:r w:rsidR="00485B51" w:rsidRPr="00485B51">
        <w:rPr>
          <w:bCs/>
          <w:sz w:val="20"/>
        </w:rPr>
        <w:t>,</w:t>
      </w:r>
      <w:r w:rsidR="00485B51">
        <w:rPr>
          <w:b/>
          <w:bCs/>
          <w:sz w:val="20"/>
        </w:rPr>
        <w:t xml:space="preserve"> </w:t>
      </w:r>
      <w:r w:rsidRPr="006603DE">
        <w:rPr>
          <w:b/>
          <w:bCs/>
          <w:sz w:val="20"/>
        </w:rPr>
        <w:t>Vollständige Überarbeitung und Aktualisierung 2010</w:t>
      </w:r>
      <w:r w:rsidRPr="006603DE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3DE" w:rsidRDefault="006603DE" w:rsidP="00AF3424">
    <w:pPr>
      <w:pStyle w:val="Kopfzeile"/>
      <w:pBdr>
        <w:bottom w:val="single" w:sz="4" w:space="1" w:color="auto"/>
      </w:pBdr>
    </w:pPr>
    <w:r>
      <w:rPr>
        <w:b/>
        <w:bCs/>
        <w:sz w:val="20"/>
      </w:rPr>
      <w:t>Energienutzung und –einsparung, Bauausführung</w:t>
    </w:r>
    <w:r>
      <w:tab/>
    </w:r>
    <w:r w:rsidR="00B226D4" w:rsidRPr="00B226D4">
      <w:rPr>
        <w:b/>
        <w:bCs/>
        <w:sz w:val="20"/>
      </w:rPr>
      <w:t>Umsetzungstipps UZ 301 Schulen und PH</w:t>
    </w:r>
  </w:p>
  <w:p w:rsidR="006603DE" w:rsidRPr="004D1686" w:rsidRDefault="008F795D" w:rsidP="00AF3424">
    <w:pPr>
      <w:pStyle w:val="Kopfzeile"/>
      <w:spacing w:before="0" w:after="240"/>
    </w:pPr>
    <w:r>
      <w:rPr>
        <w:noProof/>
      </w:rPr>
      <w:fldChar w:fldCharType="begin"/>
    </w:r>
    <w:r>
      <w:rPr>
        <w:noProof/>
      </w:rPr>
      <w:instrText xml:space="preserve"> FILENAME   \* MERGE</w:instrText>
    </w:r>
    <w:r>
      <w:rPr>
        <w:noProof/>
      </w:rPr>
      <w:instrText xml:space="preserve">FORMAT </w:instrText>
    </w:r>
    <w:r>
      <w:rPr>
        <w:noProof/>
      </w:rPr>
      <w:fldChar w:fldCharType="separate"/>
    </w:r>
    <w:r w:rsidR="00485B51">
      <w:rPr>
        <w:noProof/>
      </w:rPr>
      <w:t>E01_Energieerhebun</w:t>
    </w:r>
    <w:r w:rsidR="00E25A16">
      <w:rPr>
        <w:noProof/>
      </w:rPr>
      <w:t>g_Uz301-</w:t>
    </w:r>
    <w:r w:rsidR="00485B51">
      <w:rPr>
        <w:noProof/>
      </w:rPr>
      <w:t>.docx</w:t>
    </w:r>
    <w:r>
      <w:rPr>
        <w:noProof/>
      </w:rPr>
      <w:fldChar w:fldCharType="end"/>
    </w:r>
    <w:r w:rsidR="006603DE">
      <w:tab/>
      <w:t xml:space="preserve">Seite </w:t>
    </w:r>
    <w:r w:rsidR="006603DE">
      <w:rPr>
        <w:rStyle w:val="Seitenzahl"/>
      </w:rPr>
      <w:fldChar w:fldCharType="begin"/>
    </w:r>
    <w:r w:rsidR="006603DE">
      <w:rPr>
        <w:rStyle w:val="Seitenzahl"/>
      </w:rPr>
      <w:instrText xml:space="preserve"> PAGE </w:instrText>
    </w:r>
    <w:r w:rsidR="006603DE">
      <w:rPr>
        <w:rStyle w:val="Seitenzahl"/>
      </w:rPr>
      <w:fldChar w:fldCharType="separate"/>
    </w:r>
    <w:r>
      <w:rPr>
        <w:rStyle w:val="Seitenzahl"/>
        <w:noProof/>
      </w:rPr>
      <w:t>3</w:t>
    </w:r>
    <w:r w:rsidR="006603DE">
      <w:rPr>
        <w:rStyle w:val="Seitenzahl"/>
      </w:rPr>
      <w:fldChar w:fldCharType="end"/>
    </w:r>
    <w:r w:rsidR="006603DE">
      <w:t xml:space="preserve"> von </w:t>
    </w:r>
    <w:r w:rsidR="006603DE">
      <w:rPr>
        <w:rStyle w:val="Seitenzahl"/>
      </w:rPr>
      <w:fldChar w:fldCharType="begin"/>
    </w:r>
    <w:r w:rsidR="006603DE">
      <w:rPr>
        <w:rStyle w:val="Seitenzahl"/>
      </w:rPr>
      <w:instrText xml:space="preserve"> NUMPAGES </w:instrText>
    </w:r>
    <w:r w:rsidR="006603DE">
      <w:rPr>
        <w:rStyle w:val="Seitenzahl"/>
      </w:rPr>
      <w:fldChar w:fldCharType="separate"/>
    </w:r>
    <w:r>
      <w:rPr>
        <w:rStyle w:val="Seitenzahl"/>
        <w:noProof/>
      </w:rPr>
      <w:t>14</w:t>
    </w:r>
    <w:r w:rsidR="006603DE">
      <w:rPr>
        <w:rStyle w:val="Seitenzah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3DE" w:rsidRDefault="006603DE" w:rsidP="00AF3424">
    <w:pPr>
      <w:pStyle w:val="Kopfzeile"/>
      <w:pBdr>
        <w:bottom w:val="single" w:sz="4" w:space="1" w:color="auto"/>
      </w:pBdr>
    </w:pPr>
    <w:r>
      <w:rPr>
        <w:b/>
        <w:bCs/>
        <w:sz w:val="20"/>
      </w:rPr>
      <w:t>Energienutzung und –einsparung, Bauausführung</w:t>
    </w:r>
    <w:r>
      <w:tab/>
    </w:r>
    <w:r w:rsidR="00485B51" w:rsidRPr="00485B51">
      <w:rPr>
        <w:b/>
        <w:bCs/>
        <w:sz w:val="20"/>
      </w:rPr>
      <w:t>Umsetzungstipps UZ 301 Schulen und PH</w:t>
    </w:r>
  </w:p>
  <w:p w:rsidR="006603DE" w:rsidRDefault="008F795D" w:rsidP="00AF3424">
    <w:pPr>
      <w:pStyle w:val="Kopfzeile"/>
      <w:spacing w:before="0" w:after="24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485B51">
      <w:rPr>
        <w:noProof/>
      </w:rPr>
      <w:t>E01</w:t>
    </w:r>
    <w:r w:rsidR="00B87CB2">
      <w:rPr>
        <w:noProof/>
      </w:rPr>
      <w:t>-E02</w:t>
    </w:r>
    <w:r w:rsidR="00E25A16">
      <w:rPr>
        <w:noProof/>
      </w:rPr>
      <w:t>_Energieerhebung_Uz301-</w:t>
    </w:r>
    <w:r w:rsidR="00485B51">
      <w:rPr>
        <w:noProof/>
      </w:rPr>
      <w:t>.docx</w:t>
    </w:r>
    <w:r>
      <w:rPr>
        <w:noProof/>
      </w:rPr>
      <w:fldChar w:fldCharType="end"/>
    </w:r>
    <w:r w:rsidR="006603DE">
      <w:tab/>
      <w:t xml:space="preserve">Seite </w:t>
    </w:r>
    <w:r w:rsidR="006603DE">
      <w:rPr>
        <w:rStyle w:val="Seitenzahl"/>
      </w:rPr>
      <w:fldChar w:fldCharType="begin"/>
    </w:r>
    <w:r w:rsidR="006603DE">
      <w:rPr>
        <w:rStyle w:val="Seitenzahl"/>
      </w:rPr>
      <w:instrText xml:space="preserve"> PAGE </w:instrText>
    </w:r>
    <w:r w:rsidR="006603DE">
      <w:rPr>
        <w:rStyle w:val="Seitenzahl"/>
      </w:rPr>
      <w:fldChar w:fldCharType="separate"/>
    </w:r>
    <w:r>
      <w:rPr>
        <w:rStyle w:val="Seitenzahl"/>
        <w:noProof/>
      </w:rPr>
      <w:t>1</w:t>
    </w:r>
    <w:r w:rsidR="006603DE">
      <w:rPr>
        <w:rStyle w:val="Seitenzahl"/>
      </w:rPr>
      <w:fldChar w:fldCharType="end"/>
    </w:r>
    <w:r w:rsidR="006603DE">
      <w:t xml:space="preserve"> von </w:t>
    </w:r>
    <w:r w:rsidR="006603DE">
      <w:rPr>
        <w:rStyle w:val="Seitenzahl"/>
      </w:rPr>
      <w:fldChar w:fldCharType="begin"/>
    </w:r>
    <w:r w:rsidR="006603DE">
      <w:rPr>
        <w:rStyle w:val="Seitenzahl"/>
      </w:rPr>
      <w:instrText xml:space="preserve"> NUMPAGES </w:instrText>
    </w:r>
    <w:r w:rsidR="006603DE">
      <w:rPr>
        <w:rStyle w:val="Seitenzahl"/>
      </w:rPr>
      <w:fldChar w:fldCharType="separate"/>
    </w:r>
    <w:r>
      <w:rPr>
        <w:rStyle w:val="Seitenzahl"/>
        <w:noProof/>
      </w:rPr>
      <w:t>14</w:t>
    </w:r>
    <w:r w:rsidR="006603DE"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1E04986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BED81554"/>
    <w:lvl w:ilvl="0">
      <w:numFmt w:val="decimal"/>
      <w:pStyle w:val="janeinPunktation"/>
      <w:lvlText w:val="*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  <w:lvlOverride w:ilvl="0">
      <w:lvl w:ilvl="0">
        <w:start w:val="1"/>
        <w:numFmt w:val="bullet"/>
        <w:pStyle w:val="janeinPunktation"/>
        <w:lvlText w:val=""/>
        <w:legacy w:legacy="1" w:legacySpace="0" w:legacyIndent="567"/>
        <w:lvlJc w:val="left"/>
        <w:pPr>
          <w:ind w:left="567" w:hanging="567"/>
        </w:pPr>
        <w:rPr>
          <w:rFonts w:ascii="Symbol" w:hAnsi="Symbol" w:hint="default"/>
        </w:rPr>
      </w:lvl>
    </w:lvlOverride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686"/>
    <w:rsid w:val="00032E2D"/>
    <w:rsid w:val="000A6B59"/>
    <w:rsid w:val="000B222C"/>
    <w:rsid w:val="000F0454"/>
    <w:rsid w:val="00114E7C"/>
    <w:rsid w:val="001715D8"/>
    <w:rsid w:val="001B0666"/>
    <w:rsid w:val="001F336C"/>
    <w:rsid w:val="00216642"/>
    <w:rsid w:val="00244016"/>
    <w:rsid w:val="00292E3B"/>
    <w:rsid w:val="002A08D3"/>
    <w:rsid w:val="002D057B"/>
    <w:rsid w:val="00317878"/>
    <w:rsid w:val="00327C46"/>
    <w:rsid w:val="00365F39"/>
    <w:rsid w:val="00485B51"/>
    <w:rsid w:val="004D1686"/>
    <w:rsid w:val="005B1A17"/>
    <w:rsid w:val="005C07D7"/>
    <w:rsid w:val="005D2E6D"/>
    <w:rsid w:val="005F0C04"/>
    <w:rsid w:val="00624663"/>
    <w:rsid w:val="006603DE"/>
    <w:rsid w:val="00666910"/>
    <w:rsid w:val="00744984"/>
    <w:rsid w:val="007929D0"/>
    <w:rsid w:val="00800797"/>
    <w:rsid w:val="00801AC2"/>
    <w:rsid w:val="00806523"/>
    <w:rsid w:val="008066D9"/>
    <w:rsid w:val="00825DDB"/>
    <w:rsid w:val="008A120C"/>
    <w:rsid w:val="008A1DA3"/>
    <w:rsid w:val="008A5764"/>
    <w:rsid w:val="008F795D"/>
    <w:rsid w:val="00932538"/>
    <w:rsid w:val="00A17CD8"/>
    <w:rsid w:val="00A82276"/>
    <w:rsid w:val="00AF3424"/>
    <w:rsid w:val="00B226D4"/>
    <w:rsid w:val="00B87CB2"/>
    <w:rsid w:val="00B95FAC"/>
    <w:rsid w:val="00C46F29"/>
    <w:rsid w:val="00C55FB9"/>
    <w:rsid w:val="00C62BAE"/>
    <w:rsid w:val="00CB0AB8"/>
    <w:rsid w:val="00D11914"/>
    <w:rsid w:val="00D35AED"/>
    <w:rsid w:val="00D477E6"/>
    <w:rsid w:val="00D76D8B"/>
    <w:rsid w:val="00D92856"/>
    <w:rsid w:val="00D9467C"/>
    <w:rsid w:val="00E17D0F"/>
    <w:rsid w:val="00E25A16"/>
    <w:rsid w:val="00E54681"/>
    <w:rsid w:val="00E632C5"/>
    <w:rsid w:val="00E8307B"/>
    <w:rsid w:val="00EA2A1D"/>
    <w:rsid w:val="00F01EF4"/>
    <w:rsid w:val="00F056A8"/>
    <w:rsid w:val="00F73B65"/>
    <w:rsid w:val="00FF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01558F6-D5F8-4E7E-9B5D-9D0EF33D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1"/>
      </w:numPr>
      <w:tabs>
        <w:tab w:val="num" w:pos="432"/>
      </w:tabs>
      <w:spacing w:before="240" w:after="120" w:line="340" w:lineRule="atLeast"/>
      <w:ind w:left="432" w:hanging="432"/>
      <w:outlineLvl w:val="0"/>
    </w:pPr>
    <w:rPr>
      <w:b/>
      <w:bCs/>
      <w:kern w:val="28"/>
      <w:sz w:val="28"/>
      <w:lang w:val="de-AT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2"/>
      </w:numPr>
      <w:tabs>
        <w:tab w:val="num" w:pos="567"/>
      </w:tabs>
      <w:spacing w:before="240" w:after="120"/>
      <w:ind w:left="567" w:hanging="567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tabs>
        <w:tab w:val="left" w:pos="567"/>
        <w:tab w:val="num" w:pos="720"/>
      </w:tabs>
      <w:spacing w:before="240" w:after="120"/>
      <w:ind w:left="720" w:hanging="7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4"/>
      </w:numPr>
      <w:tabs>
        <w:tab w:val="num" w:pos="864"/>
      </w:tabs>
      <w:spacing w:before="240" w:after="60"/>
      <w:ind w:left="864" w:hanging="864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5"/>
      </w:num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6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7"/>
      </w:numPr>
      <w:tabs>
        <w:tab w:val="num" w:pos="1296"/>
      </w:tabs>
      <w:spacing w:before="240" w:after="60"/>
      <w:ind w:left="1296" w:hanging="1296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8"/>
      </w:numPr>
      <w:tabs>
        <w:tab w:val="num" w:pos="1440"/>
      </w:tabs>
      <w:spacing w:before="240" w:after="60"/>
      <w:ind w:left="1440" w:hanging="14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9"/>
      </w:num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right" w:pos="9639"/>
      </w:tabs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Endnotentext">
    <w:name w:val="endnote text"/>
    <w:basedOn w:val="Standard"/>
    <w:semiHidden/>
    <w:pPr>
      <w:ind w:left="567" w:hanging="567"/>
      <w:jc w:val="both"/>
    </w:pPr>
  </w:style>
  <w:style w:type="character" w:styleId="Endnotenzeichen">
    <w:name w:val="endnote reference"/>
    <w:basedOn w:val="Absatz-Standardschriftart"/>
    <w:semiHidden/>
  </w:style>
  <w:style w:type="paragraph" w:styleId="Funotentext">
    <w:name w:val="footnote text"/>
    <w:basedOn w:val="Standard"/>
    <w:semiHidden/>
    <w:pPr>
      <w:spacing w:line="200" w:lineRule="atLeast"/>
      <w:ind w:left="284" w:hanging="284"/>
    </w:pPr>
  </w:style>
  <w:style w:type="character" w:styleId="Funotenzeichen">
    <w:name w:val="footnote reference"/>
    <w:basedOn w:val="Absatz-Standardschriftart"/>
    <w:semiHidden/>
    <w:rPr>
      <w:iCs/>
      <w:position w:val="6"/>
      <w:sz w:val="20"/>
    </w:rPr>
  </w:style>
  <w:style w:type="paragraph" w:customStyle="1" w:styleId="AnmerkungBeilage">
    <w:name w:val="Anmerkung/Beilage"/>
    <w:basedOn w:val="Standard"/>
    <w:pPr>
      <w:tabs>
        <w:tab w:val="right" w:pos="9639"/>
      </w:tabs>
    </w:pPr>
  </w:style>
  <w:style w:type="paragraph" w:customStyle="1" w:styleId="AnmerkungEinzug">
    <w:name w:val="Anmerkung/Einzug"/>
    <w:basedOn w:val="Standard"/>
    <w:pPr>
      <w:tabs>
        <w:tab w:val="left" w:pos="567"/>
        <w:tab w:val="left" w:pos="9639"/>
      </w:tabs>
    </w:pPr>
  </w:style>
  <w:style w:type="paragraph" w:styleId="Beschriftung">
    <w:name w:val="caption"/>
    <w:aliases w:val="Tab-Titel"/>
    <w:basedOn w:val="Standard"/>
    <w:next w:val="Standard"/>
    <w:qFormat/>
    <w:pPr>
      <w:spacing w:after="60"/>
    </w:p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customStyle="1" w:styleId="Formularfeld">
    <w:name w:val="Formularfeld"/>
    <w:basedOn w:val="Standard"/>
    <w:pPr>
      <w:tabs>
        <w:tab w:val="left" w:pos="9638"/>
      </w:tabs>
    </w:pPr>
    <w:rPr>
      <w:u w:val="dotted"/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</w:style>
  <w:style w:type="paragraph" w:customStyle="1" w:styleId="janeinPunktation">
    <w:name w:val="ja/nein &amp; Punkt(ation)"/>
    <w:basedOn w:val="janein"/>
    <w:pPr>
      <w:numPr>
        <w:numId w:val="10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customStyle="1" w:styleId="Kopfzeilequer">
    <w:name w:val="Kopfzeile quer"/>
    <w:basedOn w:val="Kopfzeile"/>
    <w:pPr>
      <w:pBdr>
        <w:bottom w:val="single" w:sz="6" w:space="1" w:color="auto"/>
      </w:pBdr>
      <w:tabs>
        <w:tab w:val="clear" w:pos="9639"/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tabs>
        <w:tab w:val="clear" w:pos="14742"/>
        <w:tab w:val="right" w:pos="9639"/>
      </w:tabs>
      <w:ind w:right="0"/>
    </w:pPr>
  </w:style>
  <w:style w:type="character" w:styleId="Seitenzahl">
    <w:name w:val="page number"/>
    <w:basedOn w:val="Absatz-Standardschriftart"/>
    <w:rPr>
      <w:rFonts w:ascii="Arial" w:hAnsi="Arial"/>
    </w:rPr>
  </w:style>
  <w:style w:type="paragraph" w:customStyle="1" w:styleId="Tab-Futext">
    <w:name w:val="Tab-Fußtext"/>
    <w:basedOn w:val="Standard"/>
    <w:pPr>
      <w:spacing w:before="60" w:line="200" w:lineRule="atLeast"/>
      <w:ind w:left="142" w:hanging="142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character" w:customStyle="1" w:styleId="Kontrollkstchen">
    <w:name w:val="Kontrollkästchen"/>
    <w:rPr>
      <w:rFonts w:ascii="Wingdings" w:hAnsi="Wingdings"/>
      <w:noProof w:val="0"/>
      <w:spacing w:val="0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weltbildung.at/schulen/uz-kennzahle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weltzeichen@vki.a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3F0137D6.dotm</Template>
  <TotalTime>0</TotalTime>
  <Pages>14</Pages>
  <Words>2990</Words>
  <Characters>18843</Characters>
  <Application>Microsoft Office Word</Application>
  <DocSecurity>0</DocSecurity>
  <Lines>157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Grobanalyse Energie- und Bauausführung</vt:lpstr>
    </vt:vector>
  </TitlesOfParts>
  <Company>vki</Company>
  <LinksUpToDate>false</LinksUpToDate>
  <CharactersWithSpaces>21790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Grobanalyse Energie- und Bauausführung</dc:title>
  <dc:creator>Ziehmayer Daniela</dc:creator>
  <cp:lastModifiedBy>Dermutz Arno</cp:lastModifiedBy>
  <cp:revision>16</cp:revision>
  <cp:lastPrinted>2005-04-15T13:03:00Z</cp:lastPrinted>
  <dcterms:created xsi:type="dcterms:W3CDTF">2014-08-31T16:23:00Z</dcterms:created>
  <dcterms:modified xsi:type="dcterms:W3CDTF">2018-11-19T11:27:00Z</dcterms:modified>
</cp:coreProperties>
</file>